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079FED" w14:textId="0719BB1A" w:rsidR="000505BA" w:rsidRPr="00DF19FF" w:rsidRDefault="000505BA" w:rsidP="000505BA">
      <w:pPr>
        <w:rPr>
          <w:rFonts w:cs="Arial"/>
          <w:color w:val="000000"/>
          <w:sz w:val="22"/>
        </w:rPr>
      </w:pPr>
      <w:r>
        <w:rPr>
          <w:rFonts w:cs="Arial"/>
          <w:b/>
          <w:sz w:val="22"/>
        </w:rPr>
        <w:t>T</w:t>
      </w:r>
      <w:r w:rsidRPr="00DF19FF">
        <w:rPr>
          <w:rFonts w:cs="Arial"/>
          <w:b/>
          <w:sz w:val="22"/>
        </w:rPr>
        <w:t>ranspordiamet</w:t>
      </w:r>
      <w:r w:rsidRPr="00DF19FF">
        <w:rPr>
          <w:rFonts w:cs="Arial"/>
          <w:color w:val="000000"/>
          <w:sz w:val="22"/>
        </w:rPr>
        <w:tab/>
      </w:r>
      <w:r w:rsidRPr="00DF19FF">
        <w:rPr>
          <w:rFonts w:cs="Arial"/>
          <w:color w:val="000000"/>
          <w:sz w:val="22"/>
        </w:rPr>
        <w:tab/>
      </w:r>
      <w:r w:rsidRPr="00DF19FF">
        <w:rPr>
          <w:rFonts w:cs="Arial"/>
          <w:color w:val="000000"/>
          <w:sz w:val="22"/>
        </w:rPr>
        <w:tab/>
      </w:r>
      <w:r w:rsidRPr="00DF19FF">
        <w:rPr>
          <w:rFonts w:cs="Arial"/>
          <w:color w:val="000000"/>
          <w:sz w:val="22"/>
        </w:rPr>
        <w:tab/>
      </w:r>
      <w:r w:rsidRPr="00DF19FF">
        <w:rPr>
          <w:rFonts w:cs="Arial"/>
          <w:color w:val="000000"/>
          <w:sz w:val="22"/>
        </w:rPr>
        <w:tab/>
      </w:r>
      <w:r w:rsidR="00CC5435">
        <w:rPr>
          <w:rFonts w:cs="Arial"/>
          <w:color w:val="000000"/>
          <w:sz w:val="22"/>
        </w:rPr>
        <w:tab/>
      </w:r>
      <w:r w:rsidR="005F1FB7">
        <w:rPr>
          <w:rFonts w:cs="Arial"/>
          <w:color w:val="000000"/>
          <w:sz w:val="22"/>
        </w:rPr>
        <w:t>21</w:t>
      </w:r>
      <w:r w:rsidR="00E0231B">
        <w:rPr>
          <w:rFonts w:cs="Arial"/>
          <w:color w:val="000000"/>
          <w:sz w:val="22"/>
        </w:rPr>
        <w:t>.0</w:t>
      </w:r>
      <w:r w:rsidR="0009289F">
        <w:rPr>
          <w:rFonts w:cs="Arial"/>
          <w:color w:val="000000"/>
          <w:sz w:val="22"/>
        </w:rPr>
        <w:t>1</w:t>
      </w:r>
      <w:r w:rsidRPr="00316376">
        <w:rPr>
          <w:rFonts w:cs="Arial"/>
          <w:color w:val="000000"/>
          <w:sz w:val="22"/>
        </w:rPr>
        <w:t>.202</w:t>
      </w:r>
      <w:r w:rsidR="0009289F">
        <w:rPr>
          <w:rFonts w:cs="Arial"/>
          <w:color w:val="000000"/>
          <w:sz w:val="22"/>
        </w:rPr>
        <w:t>6</w:t>
      </w:r>
      <w:r w:rsidRPr="00316376">
        <w:rPr>
          <w:rFonts w:cs="Arial"/>
          <w:color w:val="000000"/>
          <w:sz w:val="22"/>
        </w:rPr>
        <w:t xml:space="preserve"> nr JV-MAA-1/</w:t>
      </w:r>
      <w:r w:rsidR="00D104E7">
        <w:rPr>
          <w:rFonts w:cs="Arial"/>
          <w:color w:val="000000"/>
          <w:sz w:val="22"/>
        </w:rPr>
        <w:t>224</w:t>
      </w:r>
    </w:p>
    <w:p w14:paraId="368F2702" w14:textId="77777777" w:rsidR="000505BA" w:rsidRDefault="000505BA" w:rsidP="000505BA">
      <w:pPr>
        <w:rPr>
          <w:rFonts w:cs="Arial"/>
          <w:color w:val="000000"/>
          <w:sz w:val="22"/>
        </w:rPr>
      </w:pPr>
      <w:hyperlink r:id="rId11" w:history="1">
        <w:r w:rsidRPr="00DF19FF">
          <w:rPr>
            <w:rFonts w:cs="Arial"/>
            <w:color w:val="0563C1"/>
            <w:sz w:val="22"/>
            <w:u w:val="single"/>
          </w:rPr>
          <w:t>maantee@transpordiamet.ee</w:t>
        </w:r>
      </w:hyperlink>
      <w:r w:rsidRPr="00DF19FF">
        <w:rPr>
          <w:rFonts w:cs="Arial"/>
          <w:color w:val="000000"/>
          <w:sz w:val="22"/>
        </w:rPr>
        <w:t xml:space="preserve"> </w:t>
      </w:r>
    </w:p>
    <w:p w14:paraId="2CD83E63" w14:textId="77777777" w:rsidR="000505BA" w:rsidRPr="00DF19FF" w:rsidRDefault="000505BA" w:rsidP="000505BA">
      <w:pPr>
        <w:rPr>
          <w:rFonts w:cs="Arial"/>
          <w:color w:val="000000"/>
          <w:sz w:val="22"/>
        </w:rPr>
      </w:pPr>
    </w:p>
    <w:p w14:paraId="7EDE1A74" w14:textId="77777777" w:rsidR="000505BA" w:rsidRDefault="000505BA" w:rsidP="000505BA">
      <w:pPr>
        <w:spacing w:after="200"/>
        <w:jc w:val="both"/>
        <w:rPr>
          <w:rFonts w:ascii="Times New Roman" w:eastAsia="Calibri" w:hAnsi="Times New Roman"/>
          <w:b/>
          <w:bCs/>
          <w:lang w:val="et-EE"/>
        </w:rPr>
      </w:pPr>
      <w:r w:rsidRPr="000B2E35">
        <w:rPr>
          <w:rFonts w:ascii="Times New Roman" w:eastAsia="Calibri" w:hAnsi="Times New Roman"/>
          <w:b/>
          <w:bCs/>
          <w:lang w:val="et-EE"/>
        </w:rPr>
        <w:t>RIIGIVARA KASUTAMISEKS ANDMISE  ja ISIKLIKU KASUTUSÕIGUSE SEADMISE TAOTLUS (tehnovõrgud ja rajatised)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14"/>
        <w:gridCol w:w="6224"/>
      </w:tblGrid>
      <w:tr w:rsidR="000505BA" w:rsidRPr="000B2E35" w14:paraId="5CF7D843" w14:textId="77777777" w:rsidTr="00C91854">
        <w:trPr>
          <w:trHeight w:val="417"/>
        </w:trPr>
        <w:tc>
          <w:tcPr>
            <w:tcW w:w="31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D966ED4" w14:textId="77777777" w:rsidR="000505BA" w:rsidRPr="000B2E35" w:rsidRDefault="000505BA" w:rsidP="00DB14F4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5F2681F9" w14:textId="77777777" w:rsidR="000505BA" w:rsidRPr="000B2E35" w:rsidRDefault="000505BA" w:rsidP="00DB14F4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635507D2" w14:textId="77777777" w:rsidR="000505BA" w:rsidRPr="000B2E35" w:rsidRDefault="000505BA" w:rsidP="00DB14F4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5019DF60" w14:textId="77777777" w:rsidR="000505BA" w:rsidRPr="000B2E35" w:rsidRDefault="000505BA" w:rsidP="00DB14F4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0B9B48C9" w14:textId="77777777" w:rsidR="000505BA" w:rsidRPr="000B2E35" w:rsidRDefault="000505BA" w:rsidP="00DB14F4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TAOTLEJA</w:t>
            </w:r>
          </w:p>
          <w:p w14:paraId="5F43F181" w14:textId="77777777" w:rsidR="000505BA" w:rsidRPr="000B2E35" w:rsidRDefault="000505BA" w:rsidP="00DB14F4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ANDMED</w:t>
            </w:r>
          </w:p>
          <w:p w14:paraId="4C94BB54" w14:textId="77777777" w:rsidR="000505BA" w:rsidRPr="000B2E35" w:rsidRDefault="000505BA" w:rsidP="00DB14F4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00E35AB7" w14:textId="77777777" w:rsidR="000505BA" w:rsidRPr="000B2E35" w:rsidRDefault="000505BA" w:rsidP="00DB14F4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2D1BBFC0" w14:textId="77777777" w:rsidR="000505BA" w:rsidRPr="000B2E35" w:rsidRDefault="000505BA" w:rsidP="00DB14F4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1C97F51B" w14:textId="77777777" w:rsidR="000505BA" w:rsidRPr="000B2E35" w:rsidRDefault="000505BA" w:rsidP="00DB14F4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2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0CA2CF50" w14:textId="77777777" w:rsidR="000505BA" w:rsidRPr="000B2E35" w:rsidRDefault="000505BA" w:rsidP="00DB14F4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Nimi: Elektrilevi OÜ</w:t>
            </w:r>
          </w:p>
        </w:tc>
      </w:tr>
      <w:tr w:rsidR="000505BA" w:rsidRPr="000B2E35" w14:paraId="2327E6D9" w14:textId="77777777" w:rsidTr="00C91854">
        <w:trPr>
          <w:trHeight w:val="415"/>
        </w:trPr>
        <w:tc>
          <w:tcPr>
            <w:tcW w:w="31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305A45" w14:textId="77777777" w:rsidR="000505BA" w:rsidRPr="000B2E35" w:rsidRDefault="000505BA" w:rsidP="00DB14F4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2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903D5A4" w14:textId="77777777" w:rsidR="000505BA" w:rsidRPr="000B2E35" w:rsidRDefault="000505BA" w:rsidP="00DB14F4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Registrikood :11050857</w:t>
            </w:r>
          </w:p>
        </w:tc>
      </w:tr>
      <w:tr w:rsidR="000505BA" w:rsidRPr="000B2E35" w14:paraId="66DD67AE" w14:textId="77777777" w:rsidTr="00C91854">
        <w:trPr>
          <w:trHeight w:val="272"/>
        </w:trPr>
        <w:tc>
          <w:tcPr>
            <w:tcW w:w="31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CFC675" w14:textId="77777777" w:rsidR="000505BA" w:rsidRPr="000B2E35" w:rsidRDefault="000505BA" w:rsidP="00DB14F4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2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59FD561C" w14:textId="77777777" w:rsidR="000505BA" w:rsidRPr="000B2E35" w:rsidRDefault="000505BA" w:rsidP="00DB14F4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Aadress: Veskiposti 2 Tallinn</w:t>
            </w:r>
          </w:p>
        </w:tc>
      </w:tr>
      <w:tr w:rsidR="000505BA" w:rsidRPr="000B2E35" w14:paraId="78D715F3" w14:textId="77777777" w:rsidTr="00C91854">
        <w:trPr>
          <w:trHeight w:val="421"/>
        </w:trPr>
        <w:tc>
          <w:tcPr>
            <w:tcW w:w="31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DF738C" w14:textId="77777777" w:rsidR="000505BA" w:rsidRPr="000B2E35" w:rsidRDefault="000505BA" w:rsidP="00DB14F4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2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5560ACEE" w14:textId="77777777" w:rsidR="000505BA" w:rsidRPr="000B2E35" w:rsidRDefault="000505BA" w:rsidP="00DB14F4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Õigustatud isiku poolne lepingu </w:t>
            </w:r>
            <w:proofErr w:type="spellStart"/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sõlmija</w:t>
            </w:r>
            <w:proofErr w:type="spellEnd"/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nimi: volikirja alusel ANDRA </w:t>
            </w:r>
            <w:proofErr w:type="spellStart"/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McMANUS</w:t>
            </w:r>
            <w:proofErr w:type="spellEnd"/>
          </w:p>
        </w:tc>
      </w:tr>
      <w:tr w:rsidR="000505BA" w:rsidRPr="000B2E35" w14:paraId="1AF6F3F7" w14:textId="77777777" w:rsidTr="00C91854">
        <w:trPr>
          <w:trHeight w:val="615"/>
        </w:trPr>
        <w:tc>
          <w:tcPr>
            <w:tcW w:w="31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721644" w14:textId="77777777" w:rsidR="000505BA" w:rsidRPr="000B2E35" w:rsidRDefault="000505BA" w:rsidP="00DB14F4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2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29CD2CCF" w14:textId="77777777" w:rsidR="000505BA" w:rsidRPr="000B2E35" w:rsidRDefault="000505BA" w:rsidP="00DB14F4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E-posti aadress: andra.</w:t>
            </w:r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>mcmanus</w:t>
            </w: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@e</w:t>
            </w:r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>lektrilevi</w:t>
            </w: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.ee </w:t>
            </w:r>
          </w:p>
          <w:p w14:paraId="3F3CCFA6" w14:textId="77777777" w:rsidR="000505BA" w:rsidRPr="000B2E35" w:rsidRDefault="000505BA" w:rsidP="00DB14F4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telefon 512 344</w:t>
            </w:r>
          </w:p>
        </w:tc>
      </w:tr>
      <w:tr w:rsidR="000505BA" w:rsidRPr="000B2E35" w14:paraId="23E447C7" w14:textId="77777777" w:rsidTr="00C91854">
        <w:trPr>
          <w:trHeight w:val="94"/>
        </w:trPr>
        <w:tc>
          <w:tcPr>
            <w:tcW w:w="311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hideMark/>
          </w:tcPr>
          <w:p w14:paraId="0EFA0A59" w14:textId="77777777" w:rsidR="000505BA" w:rsidRPr="000B2E35" w:rsidRDefault="000505BA" w:rsidP="00DB14F4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TAOTLEJA KONTAKTISIK menetlemisel (kui erineb lepingu allkirjastajast)</w:t>
            </w:r>
          </w:p>
        </w:tc>
        <w:tc>
          <w:tcPr>
            <w:tcW w:w="62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296BB3FA" w14:textId="41D22CC7" w:rsidR="000505BA" w:rsidRPr="000B2E35" w:rsidRDefault="000505BA" w:rsidP="00DB14F4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Nimi </w:t>
            </w:r>
            <w:r w:rsidR="00933269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Kristjan Ott</w:t>
            </w:r>
          </w:p>
        </w:tc>
      </w:tr>
      <w:tr w:rsidR="000505BA" w:rsidRPr="000B2E35" w14:paraId="514FD04C" w14:textId="77777777" w:rsidTr="00C91854">
        <w:trPr>
          <w:trHeight w:val="93"/>
        </w:trPr>
        <w:tc>
          <w:tcPr>
            <w:tcW w:w="311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  <w:hideMark/>
          </w:tcPr>
          <w:p w14:paraId="07A25B7D" w14:textId="77777777" w:rsidR="000505BA" w:rsidRPr="000B2E35" w:rsidRDefault="000505BA" w:rsidP="00DB14F4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2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F378EEA" w14:textId="4526F1A2" w:rsidR="000505BA" w:rsidRPr="000B2E35" w:rsidRDefault="000505BA" w:rsidP="00DB14F4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e-post</w:t>
            </w:r>
            <w:r w:rsidR="00933269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:</w:t>
            </w: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</w:t>
            </w:r>
            <w:hyperlink r:id="rId12" w:history="1">
              <w:r w:rsidR="00933269" w:rsidRPr="00F947B6">
                <w:rPr>
                  <w:rStyle w:val="Hyperlink"/>
                  <w:rFonts w:ascii="Times New Roman" w:eastAsia="Calibri" w:hAnsi="Times New Roman"/>
                  <w:sz w:val="22"/>
                  <w:szCs w:val="22"/>
                  <w:lang w:val="et-EE"/>
                </w:rPr>
                <w:t>kristjan.ott@elektrilevi.ee</w:t>
              </w:r>
            </w:hyperlink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</w:t>
            </w:r>
            <w:r w:rsidR="00933269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;</w:t>
            </w: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telefon</w:t>
            </w:r>
            <w:r w:rsidR="00933269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: 58 627 141</w:t>
            </w:r>
          </w:p>
          <w:p w14:paraId="71728471" w14:textId="77777777" w:rsidR="000505BA" w:rsidRPr="000B2E35" w:rsidRDefault="000505BA" w:rsidP="00DB14F4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</w:p>
        </w:tc>
      </w:tr>
      <w:tr w:rsidR="000505BA" w:rsidRPr="000B2E35" w14:paraId="4AFC0480" w14:textId="77777777" w:rsidTr="00C91854">
        <w:trPr>
          <w:trHeight w:val="93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</w:tcPr>
          <w:p w14:paraId="7DF6C727" w14:textId="77777777" w:rsidR="000505BA" w:rsidRPr="000B2E35" w:rsidRDefault="000505BA" w:rsidP="00DB14F4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TEHNORAJATISE PAIGALDAMISE EESMÄRK</w:t>
            </w:r>
          </w:p>
        </w:tc>
        <w:tc>
          <w:tcPr>
            <w:tcW w:w="6224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F43114F" w14:textId="3F14EC5E" w:rsidR="000505BA" w:rsidRPr="000B2E35" w:rsidRDefault="00EF56E3" w:rsidP="00DB14F4">
            <w:pPr>
              <w:jc w:val="both"/>
              <w:rPr>
                <w:rFonts w:ascii="Calibri" w:eastAsia="Calibri" w:hAnsi="Calibri"/>
                <w:sz w:val="22"/>
                <w:szCs w:val="22"/>
                <w:lang w:val="et-EE"/>
              </w:rPr>
            </w:pPr>
            <w:r>
              <w:rPr>
                <w:rFonts w:ascii="Calibri" w:eastAsia="Calibri" w:hAnsi="Calibri"/>
                <w:sz w:val="22"/>
                <w:szCs w:val="22"/>
                <w:lang w:val="et-EE"/>
              </w:rPr>
              <w:t>Elektrivõrg</w:t>
            </w:r>
            <w:r w:rsidR="000B6778">
              <w:rPr>
                <w:rFonts w:ascii="Calibri" w:eastAsia="Calibri" w:hAnsi="Calibri"/>
                <w:sz w:val="22"/>
                <w:szCs w:val="22"/>
                <w:lang w:val="et-EE"/>
              </w:rPr>
              <w:t>uga liitumine</w:t>
            </w:r>
          </w:p>
        </w:tc>
      </w:tr>
      <w:tr w:rsidR="000505BA" w:rsidRPr="000B2E35" w14:paraId="4433B2A0" w14:textId="77777777" w:rsidTr="00C91854">
        <w:trPr>
          <w:trHeight w:val="15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414585A1" w14:textId="77777777" w:rsidR="000505BA" w:rsidRPr="000B2E35" w:rsidRDefault="000505BA" w:rsidP="00DB14F4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224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24573E" w14:textId="77777777" w:rsidR="000505BA" w:rsidRPr="000B2E35" w:rsidRDefault="000505BA" w:rsidP="00DB14F4">
            <w:pPr>
              <w:rPr>
                <w:rFonts w:ascii="Calibri" w:eastAsia="Calibri" w:hAnsi="Calibri"/>
                <w:sz w:val="22"/>
                <w:szCs w:val="22"/>
                <w:lang w:val="et-EE"/>
              </w:rPr>
            </w:pPr>
          </w:p>
        </w:tc>
      </w:tr>
      <w:tr w:rsidR="000505BA" w:rsidRPr="000B2E35" w14:paraId="1C1FBBD3" w14:textId="77777777" w:rsidTr="00C91854">
        <w:trPr>
          <w:trHeight w:val="580"/>
        </w:trPr>
        <w:tc>
          <w:tcPr>
            <w:tcW w:w="31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E587A72" w14:textId="77777777" w:rsidR="000505BA" w:rsidRPr="000B2E35" w:rsidRDefault="000505BA" w:rsidP="00DB14F4">
            <w:pPr>
              <w:jc w:val="both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735E247A" w14:textId="77777777" w:rsidR="000505BA" w:rsidRPr="000B2E35" w:rsidRDefault="000505BA" w:rsidP="00DB14F4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PROJEKT (Transpordiametis kooskõlastatud)</w:t>
            </w:r>
          </w:p>
        </w:tc>
        <w:tc>
          <w:tcPr>
            <w:tcW w:w="62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0BE2F00C" w14:textId="72DEEB94" w:rsidR="000505BA" w:rsidRPr="000B2E35" w:rsidRDefault="00091F39" w:rsidP="00273EF1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91F39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Projekti nimetus ja number :</w:t>
            </w:r>
            <w:r w:rsidR="00E92291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IP8553</w:t>
            </w:r>
            <w:r w:rsidR="00273EF1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</w:t>
            </w:r>
            <w:r w:rsidR="008D74B5" w:rsidRPr="008D74B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„</w:t>
            </w:r>
            <w:r w:rsidR="00E92291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Vinni klubi F6 nõuetekohasus</w:t>
            </w:r>
            <w:r w:rsidR="00575FB9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. Vinni alevik, Vinni vald, Lääne- Viru maakond</w:t>
            </w:r>
            <w:r w:rsidRPr="00091F39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“</w:t>
            </w:r>
          </w:p>
        </w:tc>
      </w:tr>
      <w:tr w:rsidR="000505BA" w:rsidRPr="000B2E35" w14:paraId="70389172" w14:textId="77777777" w:rsidTr="00C91854">
        <w:trPr>
          <w:trHeight w:val="580"/>
        </w:trPr>
        <w:tc>
          <w:tcPr>
            <w:tcW w:w="31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7561BA" w14:textId="77777777" w:rsidR="000505BA" w:rsidRPr="000B2E35" w:rsidRDefault="000505BA" w:rsidP="00DB14F4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2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293EFB39" w14:textId="682E081B" w:rsidR="000505BA" w:rsidRPr="000B2E35" w:rsidRDefault="00A67711" w:rsidP="001F3930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A67711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Projekti koostaja: </w:t>
            </w:r>
            <w:r w:rsidR="00571C5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Raido Rebane</w:t>
            </w:r>
            <w:r w:rsidR="00E74B94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, Leonhard </w:t>
            </w:r>
            <w:proofErr w:type="spellStart"/>
            <w:r w:rsidR="00E74B94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Weiss</w:t>
            </w:r>
            <w:proofErr w:type="spellEnd"/>
            <w:r w:rsidR="00E74B94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OÜ</w:t>
            </w:r>
          </w:p>
        </w:tc>
      </w:tr>
      <w:tr w:rsidR="000505BA" w:rsidRPr="000B2E35" w14:paraId="7C575D97" w14:textId="77777777" w:rsidTr="00C91854">
        <w:trPr>
          <w:trHeight w:val="580"/>
        </w:trPr>
        <w:tc>
          <w:tcPr>
            <w:tcW w:w="31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30B727" w14:textId="77777777" w:rsidR="000505BA" w:rsidRPr="000B2E35" w:rsidRDefault="000505BA" w:rsidP="00DB14F4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2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8EF2D01" w14:textId="77777777" w:rsidR="000505BA" w:rsidRPr="000B2E35" w:rsidRDefault="000505BA" w:rsidP="00DB14F4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Transpordiameti kooskõlastuse number ja kuupäev:</w:t>
            </w:r>
          </w:p>
          <w:p w14:paraId="0A9E7767" w14:textId="1BE7CE3A" w:rsidR="000505BA" w:rsidRPr="000B2E35" w:rsidRDefault="00C13E1B" w:rsidP="00DB14F4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>13</w:t>
            </w:r>
            <w:r w:rsidR="00DC25F8" w:rsidRPr="00DC25F8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.0</w:t>
            </w:r>
            <w:r w:rsidR="003406A8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1</w:t>
            </w:r>
            <w:r w:rsidR="00DC25F8" w:rsidRPr="00DC25F8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.202</w:t>
            </w:r>
            <w:r w:rsidR="00000DBF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6</w:t>
            </w:r>
            <w:r w:rsidR="00DC25F8" w:rsidRPr="00DC25F8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 nr 7.1-2/2</w:t>
            </w:r>
            <w:r w:rsidR="00000DBF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6</w:t>
            </w:r>
            <w:r w:rsidR="00DC25F8" w:rsidRPr="00DC25F8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/</w:t>
            </w:r>
            <w:r w:rsidR="00660766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293</w:t>
            </w:r>
            <w:r w:rsidR="00D764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-</w:t>
            </w:r>
            <w:r w:rsidR="00660766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3</w:t>
            </w:r>
          </w:p>
        </w:tc>
      </w:tr>
      <w:tr w:rsidR="000505BA" w:rsidRPr="000B2E35" w14:paraId="5C928269" w14:textId="77777777" w:rsidTr="00C91854">
        <w:trPr>
          <w:trHeight w:val="312"/>
        </w:trPr>
        <w:tc>
          <w:tcPr>
            <w:tcW w:w="3114" w:type="dxa"/>
            <w:vMerge w:val="restart"/>
          </w:tcPr>
          <w:p w14:paraId="3EAE6C62" w14:textId="77777777" w:rsidR="000505BA" w:rsidRDefault="000505BA" w:rsidP="00DB14F4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  <w:r>
              <w:rPr>
                <w:rFonts w:ascii="Times New Roman" w:hAnsi="Times New Roman"/>
                <w:sz w:val="22"/>
                <w:szCs w:val="22"/>
                <w:lang w:val="et-EE"/>
              </w:rPr>
              <w:t>1.</w:t>
            </w:r>
            <w:r w:rsidRPr="008342C4">
              <w:rPr>
                <w:rFonts w:ascii="Times New Roman" w:hAnsi="Times New Roman"/>
                <w:sz w:val="22"/>
                <w:szCs w:val="22"/>
                <w:lang w:val="et-EE"/>
              </w:rPr>
              <w:t>KOORMATAVA</w:t>
            </w:r>
            <w:r>
              <w:rPr>
                <w:rFonts w:ascii="Times New Roman" w:hAnsi="Times New Roman"/>
                <w:sz w:val="22"/>
                <w:szCs w:val="22"/>
                <w:lang w:val="et-EE"/>
              </w:rPr>
              <w:t xml:space="preserve"> </w:t>
            </w:r>
            <w:r w:rsidRPr="008342C4">
              <w:rPr>
                <w:rFonts w:ascii="Times New Roman" w:hAnsi="Times New Roman"/>
                <w:sz w:val="22"/>
                <w:szCs w:val="22"/>
                <w:lang w:val="et-EE"/>
              </w:rPr>
              <w:t>RIIGITEE ANDMED</w:t>
            </w:r>
          </w:p>
          <w:p w14:paraId="4480AF43" w14:textId="77777777" w:rsidR="000505BA" w:rsidRPr="008342C4" w:rsidRDefault="000505BA" w:rsidP="00DB14F4">
            <w:pPr>
              <w:jc w:val="center"/>
              <w:rPr>
                <w:rFonts w:ascii="Times New Roman" w:eastAsia="Calibri" w:hAnsi="Times New Roman"/>
                <w:color w:val="FF0000"/>
                <w:sz w:val="22"/>
                <w:szCs w:val="22"/>
                <w:lang w:val="et-EE"/>
              </w:rPr>
            </w:pPr>
          </w:p>
          <w:p w14:paraId="17D07801" w14:textId="77777777" w:rsidR="000505BA" w:rsidRPr="008342C4" w:rsidRDefault="000505BA" w:rsidP="00DB14F4">
            <w:pPr>
              <w:jc w:val="center"/>
              <w:rPr>
                <w:rFonts w:ascii="Times New Roman" w:eastAsia="Calibri" w:hAnsi="Times New Roman"/>
                <w:color w:val="FF0000"/>
                <w:sz w:val="22"/>
                <w:szCs w:val="22"/>
                <w:lang w:val="et-EE"/>
              </w:rPr>
            </w:pPr>
            <w:r>
              <w:rPr>
                <w:rFonts w:ascii="Times New Roman" w:hAnsi="Times New Roman"/>
                <w:sz w:val="22"/>
                <w:szCs w:val="22"/>
                <w:lang w:val="et-EE"/>
              </w:rPr>
              <w:t>1.1.</w:t>
            </w:r>
            <w:r w:rsidRPr="008342C4">
              <w:rPr>
                <w:rFonts w:ascii="Times New Roman" w:hAnsi="Times New Roman"/>
                <w:sz w:val="22"/>
                <w:szCs w:val="22"/>
                <w:lang w:val="et-EE"/>
              </w:rPr>
              <w:t>KATASTRIÜKSUSE ANDMED</w:t>
            </w:r>
          </w:p>
          <w:p w14:paraId="33988FF6" w14:textId="77777777" w:rsidR="000505BA" w:rsidRDefault="000505BA" w:rsidP="00DB14F4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7ED7A2C9" w14:textId="77777777" w:rsidR="000505BA" w:rsidRDefault="000505BA" w:rsidP="00DB14F4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318CF1BB" w14:textId="77777777" w:rsidR="000505BA" w:rsidRDefault="000505BA" w:rsidP="00DB14F4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07225E64" w14:textId="77777777" w:rsidR="000505BA" w:rsidRDefault="000505BA" w:rsidP="00DB14F4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10A0B79B" w14:textId="77777777" w:rsidR="00C91854" w:rsidRDefault="00C91854" w:rsidP="00C91854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4C8BD26F" w14:textId="77777777" w:rsidR="000505BA" w:rsidRDefault="000505BA" w:rsidP="00DB14F4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2B14B754" w14:textId="77777777" w:rsidR="000505BA" w:rsidRDefault="000505BA" w:rsidP="00C91854">
            <w:pPr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54C9E489" w14:textId="77777777" w:rsidR="000505BA" w:rsidRPr="008342C4" w:rsidRDefault="000505BA" w:rsidP="00DB14F4">
            <w:pPr>
              <w:jc w:val="center"/>
              <w:rPr>
                <w:rFonts w:ascii="Times New Roman" w:eastAsia="Calibri" w:hAnsi="Times New Roman"/>
                <w:bCs/>
                <w:color w:val="FF0000"/>
                <w:sz w:val="22"/>
                <w:szCs w:val="22"/>
                <w:lang w:val="et-EE"/>
              </w:rPr>
            </w:pPr>
          </w:p>
        </w:tc>
        <w:tc>
          <w:tcPr>
            <w:tcW w:w="6224" w:type="dxa"/>
            <w:tcBorders>
              <w:bottom w:val="single" w:sz="4" w:space="0" w:color="000000"/>
            </w:tcBorders>
            <w:hideMark/>
          </w:tcPr>
          <w:p w14:paraId="27FDE246" w14:textId="2EE9C1B4" w:rsidR="000505BA" w:rsidRDefault="00660766" w:rsidP="00DB14F4">
            <w:pPr>
              <w:jc w:val="both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 xml:space="preserve">17125 </w:t>
            </w:r>
            <w:r w:rsidR="00F627FA">
              <w:rPr>
                <w:rFonts w:ascii="Times New Roman" w:hAnsi="Times New Roman"/>
                <w:b/>
                <w:lang w:val="et-EE"/>
              </w:rPr>
              <w:t xml:space="preserve">Vilgu- Vinni- </w:t>
            </w:r>
            <w:proofErr w:type="spellStart"/>
            <w:r w:rsidR="00F627FA">
              <w:rPr>
                <w:rFonts w:ascii="Times New Roman" w:hAnsi="Times New Roman"/>
                <w:b/>
                <w:lang w:val="et-EE"/>
              </w:rPr>
              <w:t>Pajusti</w:t>
            </w:r>
            <w:proofErr w:type="spellEnd"/>
            <w:r w:rsidR="006C40A0">
              <w:rPr>
                <w:rFonts w:ascii="Times New Roman" w:hAnsi="Times New Roman"/>
                <w:b/>
                <w:lang w:val="et-EE"/>
              </w:rPr>
              <w:t xml:space="preserve"> tee</w:t>
            </w:r>
            <w:r w:rsidR="00973680">
              <w:rPr>
                <w:rFonts w:ascii="Times New Roman" w:hAnsi="Times New Roman"/>
                <w:b/>
                <w:lang w:val="et-EE"/>
              </w:rPr>
              <w:t xml:space="preserve"> </w:t>
            </w:r>
          </w:p>
          <w:p w14:paraId="561DD126" w14:textId="77777777" w:rsidR="00FE7954" w:rsidRDefault="00FE7954" w:rsidP="00DB14F4">
            <w:pPr>
              <w:jc w:val="both"/>
              <w:rPr>
                <w:rFonts w:ascii="Times New Roman" w:hAnsi="Times New Roman"/>
                <w:b/>
                <w:lang w:val="et-EE"/>
              </w:rPr>
            </w:pPr>
          </w:p>
          <w:p w14:paraId="51DE69ED" w14:textId="77777777" w:rsidR="000505BA" w:rsidRPr="008E5621" w:rsidRDefault="000505BA" w:rsidP="00DB14F4">
            <w:pPr>
              <w:jc w:val="both"/>
              <w:rPr>
                <w:rFonts w:ascii="Times New Roman" w:eastAsia="Calibri" w:hAnsi="Times New Roman"/>
                <w:b/>
                <w:sz w:val="22"/>
                <w:szCs w:val="22"/>
                <w:lang w:val="et-EE"/>
              </w:rPr>
            </w:pPr>
          </w:p>
        </w:tc>
      </w:tr>
      <w:tr w:rsidR="000505BA" w:rsidRPr="000B2E35" w14:paraId="393CBA14" w14:textId="77777777" w:rsidTr="00C91854">
        <w:trPr>
          <w:trHeight w:val="415"/>
        </w:trPr>
        <w:tc>
          <w:tcPr>
            <w:tcW w:w="3114" w:type="dxa"/>
            <w:vMerge/>
            <w:tcBorders>
              <w:bottom w:val="single" w:sz="4" w:space="0" w:color="000000"/>
            </w:tcBorders>
            <w:hideMark/>
          </w:tcPr>
          <w:p w14:paraId="7BA1E3C3" w14:textId="77777777" w:rsidR="000505BA" w:rsidRPr="000B2E35" w:rsidRDefault="000505BA" w:rsidP="00DB14F4">
            <w:pPr>
              <w:rPr>
                <w:rFonts w:ascii="Times New Roman" w:eastAsia="Calibri" w:hAnsi="Times New Roman"/>
                <w:bCs/>
                <w:color w:val="FF0000"/>
                <w:sz w:val="22"/>
                <w:szCs w:val="22"/>
                <w:lang w:val="et-EE"/>
              </w:rPr>
            </w:pPr>
          </w:p>
        </w:tc>
        <w:tc>
          <w:tcPr>
            <w:tcW w:w="6224" w:type="dxa"/>
            <w:tcBorders>
              <w:bottom w:val="single" w:sz="4" w:space="0" w:color="auto"/>
              <w:right w:val="single" w:sz="4" w:space="0" w:color="auto"/>
            </w:tcBorders>
            <w:hideMark/>
          </w:tcPr>
          <w:p w14:paraId="52C62D01" w14:textId="7B3BD005" w:rsidR="00B72E9F" w:rsidRPr="00B72E9F" w:rsidRDefault="00B72E9F" w:rsidP="00B72E9F">
            <w:pPr>
              <w:rPr>
                <w:rFonts w:ascii="Times New Roman" w:hAnsi="Times New Roman"/>
                <w:bCs/>
                <w:lang w:val="et-EE"/>
              </w:rPr>
            </w:pPr>
            <w:r w:rsidRPr="00B72E9F">
              <w:rPr>
                <w:rFonts w:ascii="Times New Roman" w:hAnsi="Times New Roman"/>
                <w:bCs/>
                <w:lang w:val="et-EE"/>
              </w:rPr>
              <w:t>Tunnus:</w:t>
            </w:r>
            <w:r w:rsidR="00A07ACE">
              <w:rPr>
                <w:rFonts w:ascii="Times New Roman" w:hAnsi="Times New Roman"/>
                <w:bCs/>
                <w:lang w:val="et-EE"/>
              </w:rPr>
              <w:t xml:space="preserve"> </w:t>
            </w:r>
            <w:r w:rsidR="00F627FA">
              <w:rPr>
                <w:rFonts w:ascii="Times New Roman" w:hAnsi="Times New Roman"/>
                <w:bCs/>
                <w:lang w:val="et-EE"/>
              </w:rPr>
              <w:t>90002</w:t>
            </w:r>
            <w:r w:rsidR="002A5626">
              <w:rPr>
                <w:rFonts w:ascii="Times New Roman" w:hAnsi="Times New Roman"/>
                <w:bCs/>
                <w:lang w:val="et-EE"/>
              </w:rPr>
              <w:t>:00</w:t>
            </w:r>
            <w:r w:rsidR="00973680">
              <w:rPr>
                <w:rFonts w:ascii="Times New Roman" w:hAnsi="Times New Roman"/>
                <w:bCs/>
                <w:lang w:val="et-EE"/>
              </w:rPr>
              <w:t>2</w:t>
            </w:r>
            <w:r w:rsidR="002A5626">
              <w:rPr>
                <w:rFonts w:ascii="Times New Roman" w:hAnsi="Times New Roman"/>
                <w:bCs/>
                <w:lang w:val="et-EE"/>
              </w:rPr>
              <w:t>:</w:t>
            </w:r>
            <w:r w:rsidR="008D5164">
              <w:rPr>
                <w:rFonts w:ascii="Times New Roman" w:hAnsi="Times New Roman"/>
                <w:bCs/>
                <w:lang w:val="et-EE"/>
              </w:rPr>
              <w:t>0770</w:t>
            </w:r>
          </w:p>
          <w:p w14:paraId="17B972FB" w14:textId="385CCDA5" w:rsidR="00B72E9F" w:rsidRPr="00B72E9F" w:rsidRDefault="00B72E9F" w:rsidP="00B72E9F">
            <w:pPr>
              <w:rPr>
                <w:rFonts w:ascii="Times New Roman" w:hAnsi="Times New Roman"/>
                <w:bCs/>
                <w:lang w:val="et-EE"/>
              </w:rPr>
            </w:pPr>
            <w:r w:rsidRPr="00B72E9F">
              <w:rPr>
                <w:rFonts w:ascii="Times New Roman" w:hAnsi="Times New Roman"/>
                <w:bCs/>
                <w:lang w:val="et-EE"/>
              </w:rPr>
              <w:t xml:space="preserve">Kinnistu registriosa nr. </w:t>
            </w:r>
            <w:r w:rsidR="00DB392C">
              <w:rPr>
                <w:rFonts w:ascii="Times New Roman" w:hAnsi="Times New Roman"/>
                <w:bCs/>
                <w:lang w:val="et-EE"/>
              </w:rPr>
              <w:t>8878</w:t>
            </w:r>
            <w:r w:rsidR="005670F8">
              <w:rPr>
                <w:rFonts w:ascii="Times New Roman" w:hAnsi="Times New Roman"/>
                <w:bCs/>
                <w:lang w:val="et-EE"/>
              </w:rPr>
              <w:t>3</w:t>
            </w:r>
            <w:r w:rsidR="00896545">
              <w:rPr>
                <w:rFonts w:ascii="Times New Roman" w:hAnsi="Times New Roman"/>
                <w:bCs/>
                <w:lang w:val="et-EE"/>
              </w:rPr>
              <w:t>50</w:t>
            </w:r>
          </w:p>
          <w:p w14:paraId="64321CEA" w14:textId="6AC901D1" w:rsidR="003B0EBD" w:rsidRDefault="00B72E9F" w:rsidP="00B72E9F">
            <w:pPr>
              <w:rPr>
                <w:rFonts w:ascii="inherit" w:hAnsi="inherit"/>
                <w:color w:val="000000"/>
              </w:rPr>
            </w:pPr>
            <w:r w:rsidRPr="00B72E9F">
              <w:rPr>
                <w:rFonts w:ascii="Times New Roman" w:hAnsi="Times New Roman"/>
                <w:bCs/>
                <w:lang w:val="et-EE"/>
              </w:rPr>
              <w:t>Lähiaadress</w:t>
            </w:r>
            <w:r w:rsidR="00FA0AF3">
              <w:rPr>
                <w:rFonts w:ascii="Times New Roman" w:hAnsi="Times New Roman"/>
                <w:bCs/>
                <w:lang w:val="et-EE"/>
              </w:rPr>
              <w:t xml:space="preserve">: </w:t>
            </w:r>
            <w:r w:rsidR="00064ED2" w:rsidRPr="00064ED2">
              <w:rPr>
                <w:rFonts w:ascii="Times New Roman" w:hAnsi="Times New Roman"/>
                <w:bCs/>
              </w:rPr>
              <w:t>Lääne-Viru maakond, Vinni vald, Vinni alevik, 17125 Vilgu-Vinni-Pajusti tee</w:t>
            </w:r>
          </w:p>
          <w:p w14:paraId="0DA14518" w14:textId="1F9370CA" w:rsidR="00B72E9F" w:rsidRPr="00B72E9F" w:rsidRDefault="00B72E9F" w:rsidP="00B72E9F">
            <w:pPr>
              <w:rPr>
                <w:rFonts w:ascii="Times New Roman" w:hAnsi="Times New Roman"/>
                <w:bCs/>
                <w:lang w:val="et-EE"/>
              </w:rPr>
            </w:pPr>
            <w:r w:rsidRPr="00B72E9F">
              <w:rPr>
                <w:rFonts w:ascii="Times New Roman" w:hAnsi="Times New Roman"/>
                <w:bCs/>
                <w:lang w:val="et-EE"/>
              </w:rPr>
              <w:t>Riigi kinnisvara objekti kood: KV</w:t>
            </w:r>
            <w:r w:rsidR="00B76F13">
              <w:rPr>
                <w:rFonts w:ascii="Times New Roman" w:hAnsi="Times New Roman"/>
                <w:bCs/>
                <w:lang w:val="et-EE"/>
              </w:rPr>
              <w:t>7985</w:t>
            </w:r>
          </w:p>
          <w:p w14:paraId="7EE45F5D" w14:textId="4D99CAE3" w:rsidR="00B72E9F" w:rsidRPr="00B72E9F" w:rsidRDefault="00B72E9F" w:rsidP="00B72E9F">
            <w:pPr>
              <w:rPr>
                <w:rFonts w:ascii="Times New Roman" w:hAnsi="Times New Roman"/>
                <w:bCs/>
                <w:lang w:val="et-EE"/>
              </w:rPr>
            </w:pPr>
            <w:r w:rsidRPr="00B72E9F">
              <w:rPr>
                <w:rFonts w:ascii="Times New Roman" w:hAnsi="Times New Roman"/>
                <w:bCs/>
                <w:lang w:val="et-EE"/>
              </w:rPr>
              <w:t>POS 1: elektri maakaabelliini rajamiseks</w:t>
            </w:r>
          </w:p>
          <w:p w14:paraId="3F21B71D" w14:textId="34D7126E" w:rsidR="00126A2F" w:rsidRDefault="00B72E9F" w:rsidP="00B76F13">
            <w:pPr>
              <w:rPr>
                <w:rFonts w:ascii="Times New Roman" w:hAnsi="Times New Roman"/>
                <w:bCs/>
                <w:lang w:val="et-EE"/>
              </w:rPr>
            </w:pPr>
            <w:r w:rsidRPr="00B72E9F">
              <w:rPr>
                <w:rFonts w:ascii="Times New Roman" w:hAnsi="Times New Roman"/>
                <w:bCs/>
                <w:lang w:val="et-EE"/>
              </w:rPr>
              <w:t>Ruumikuju andmed: PARI</w:t>
            </w:r>
            <w:r>
              <w:rPr>
                <w:rFonts w:ascii="Times New Roman" w:hAnsi="Times New Roman"/>
                <w:bCs/>
                <w:lang w:val="et-EE"/>
              </w:rPr>
              <w:t xml:space="preserve"> </w:t>
            </w:r>
            <w:r w:rsidR="0034292E">
              <w:rPr>
                <w:rFonts w:ascii="Times New Roman" w:hAnsi="Times New Roman"/>
                <w:bCs/>
                <w:lang w:val="et-EE"/>
              </w:rPr>
              <w:t>107</w:t>
            </w:r>
            <w:r w:rsidR="00B76F13">
              <w:rPr>
                <w:rFonts w:ascii="Times New Roman" w:hAnsi="Times New Roman"/>
                <w:bCs/>
                <w:lang w:val="et-EE"/>
              </w:rPr>
              <w:t xml:space="preserve">5101 </w:t>
            </w:r>
            <w:hyperlink r:id="rId13" w:history="1">
              <w:r w:rsidR="003C387D" w:rsidRPr="00A437EE">
                <w:rPr>
                  <w:rStyle w:val="Hyperlink"/>
                  <w:rFonts w:ascii="Times New Roman" w:hAnsi="Times New Roman"/>
                  <w:bCs/>
                  <w:lang w:val="et-EE"/>
                </w:rPr>
                <w:t>https://pari.kataster.ee/magic-link/abbc7411-7c36-4abe-9211-c630b59a4bbe</w:t>
              </w:r>
            </w:hyperlink>
          </w:p>
          <w:p w14:paraId="1EDDACD9" w14:textId="66AB4464" w:rsidR="003C387D" w:rsidRPr="000B2E35" w:rsidRDefault="003C387D" w:rsidP="00B76F13">
            <w:pPr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</w:p>
        </w:tc>
      </w:tr>
    </w:tbl>
    <w:p w14:paraId="5EEDDCEA" w14:textId="0D164A62" w:rsidR="007127AD" w:rsidRPr="007127AD" w:rsidRDefault="007127AD" w:rsidP="007127AD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</w:p>
    <w:tbl>
      <w:tblPr>
        <w:tblpPr w:leftFromText="180" w:rightFromText="180" w:vertAnchor="text" w:tblpY="1"/>
        <w:tblOverlap w:val="never"/>
        <w:tblW w:w="94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69"/>
        <w:gridCol w:w="6082"/>
      </w:tblGrid>
      <w:tr w:rsidR="00963490" w:rsidRPr="00963490" w14:paraId="6EF6D705" w14:textId="77777777" w:rsidTr="00963490">
        <w:trPr>
          <w:trHeight w:val="453"/>
        </w:trPr>
        <w:tc>
          <w:tcPr>
            <w:tcW w:w="3369" w:type="dxa"/>
            <w:tcBorders>
              <w:top w:val="single" w:sz="4" w:space="0" w:color="auto"/>
              <w:bottom w:val="single" w:sz="4" w:space="0" w:color="000000"/>
            </w:tcBorders>
          </w:tcPr>
          <w:p w14:paraId="584186F2" w14:textId="77777777" w:rsidR="00963490" w:rsidRPr="00963490" w:rsidRDefault="00963490" w:rsidP="00963490">
            <w:pPr>
              <w:spacing w:after="200"/>
              <w:jc w:val="both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963490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LEPINGU SÕLMIMISE KULUD TASUB</w:t>
            </w:r>
          </w:p>
        </w:tc>
        <w:tc>
          <w:tcPr>
            <w:tcW w:w="6082" w:type="dxa"/>
            <w:tcBorders>
              <w:bottom w:val="nil"/>
            </w:tcBorders>
          </w:tcPr>
          <w:p w14:paraId="64E2E1A1" w14:textId="77777777" w:rsidR="00963490" w:rsidRPr="00963490" w:rsidRDefault="00963490" w:rsidP="00963490">
            <w:pPr>
              <w:spacing w:after="200"/>
              <w:jc w:val="both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963490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Elektrilevi OÜ</w:t>
            </w:r>
          </w:p>
        </w:tc>
      </w:tr>
      <w:tr w:rsidR="00963490" w:rsidRPr="00963490" w14:paraId="3D8FD5E2" w14:textId="77777777" w:rsidTr="00963490">
        <w:trPr>
          <w:trHeight w:val="453"/>
        </w:trPr>
        <w:tc>
          <w:tcPr>
            <w:tcW w:w="33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A3CC7C" w14:textId="77777777" w:rsidR="00963490" w:rsidRPr="00963490" w:rsidRDefault="00963490" w:rsidP="00963490">
            <w:pPr>
              <w:spacing w:after="200"/>
              <w:jc w:val="both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963490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lastRenderedPageBreak/>
              <w:t>TAOTLUSE LISAD</w:t>
            </w: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CE879A7" w14:textId="6F163848" w:rsidR="00963490" w:rsidRPr="00963490" w:rsidRDefault="00963490" w:rsidP="00963490">
            <w:pPr>
              <w:spacing w:after="200"/>
              <w:jc w:val="both"/>
              <w:rPr>
                <w:rFonts w:ascii="Times New Roman" w:eastAsia="Calibri" w:hAnsi="Times New Roman"/>
                <w:sz w:val="22"/>
                <w:szCs w:val="22"/>
                <w:u w:val="single"/>
                <w:lang w:val="et-EE"/>
              </w:rPr>
            </w:pPr>
            <w:r w:rsidRPr="00963490">
              <w:rPr>
                <w:rFonts w:ascii="Times New Roman" w:eastAsia="Calibri" w:hAnsi="Times New Roman"/>
                <w:sz w:val="22"/>
                <w:szCs w:val="22"/>
                <w:u w:val="single"/>
                <w:lang w:val="et-EE"/>
              </w:rPr>
              <w:t>Isikliku kasutusõiguse seadmise plaan</w:t>
            </w:r>
            <w:r w:rsidR="00C712E9">
              <w:rPr>
                <w:rFonts w:ascii="Times New Roman" w:eastAsia="Calibri" w:hAnsi="Times New Roman"/>
                <w:sz w:val="22"/>
                <w:szCs w:val="22"/>
                <w:u w:val="single"/>
                <w:lang w:val="et-EE"/>
              </w:rPr>
              <w:t xml:space="preserve"> (</w:t>
            </w:r>
            <w:r w:rsidRPr="00963490">
              <w:rPr>
                <w:rFonts w:ascii="Times New Roman" w:eastAsia="Calibri" w:hAnsi="Times New Roman"/>
                <w:sz w:val="22"/>
                <w:szCs w:val="22"/>
                <w:u w:val="single"/>
                <w:lang w:val="et-EE"/>
              </w:rPr>
              <w:t>-id</w:t>
            </w:r>
            <w:r w:rsidR="00C712E9">
              <w:rPr>
                <w:rFonts w:ascii="Times New Roman" w:eastAsia="Calibri" w:hAnsi="Times New Roman"/>
                <w:sz w:val="22"/>
                <w:szCs w:val="22"/>
                <w:u w:val="single"/>
                <w:lang w:val="et-EE"/>
              </w:rPr>
              <w:t>)</w:t>
            </w:r>
            <w:r w:rsidRPr="00963490">
              <w:rPr>
                <w:rFonts w:ascii="Times New Roman" w:eastAsia="Calibri" w:hAnsi="Times New Roman"/>
                <w:sz w:val="22"/>
                <w:szCs w:val="22"/>
                <w:u w:val="single"/>
                <w:lang w:val="et-EE"/>
              </w:rPr>
              <w:t xml:space="preserve"> ja kooskõlastus</w:t>
            </w:r>
          </w:p>
        </w:tc>
      </w:tr>
    </w:tbl>
    <w:p w14:paraId="2A8BF9DA" w14:textId="77777777" w:rsidR="00963490" w:rsidRDefault="00963490" w:rsidP="007127AD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</w:p>
    <w:p w14:paraId="3D2E9533" w14:textId="63C57851" w:rsidR="00963490" w:rsidRDefault="00963490" w:rsidP="007127AD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  <w:r w:rsidRPr="00963490">
        <w:rPr>
          <w:rFonts w:ascii="Times New Roman" w:eastAsia="Calibri" w:hAnsi="Times New Roman"/>
          <w:sz w:val="22"/>
          <w:szCs w:val="22"/>
          <w:lang w:val="et-EE"/>
        </w:rPr>
        <w:t xml:space="preserve">Lugupidamisega </w:t>
      </w:r>
      <w:r w:rsidR="00C712E9">
        <w:rPr>
          <w:rFonts w:ascii="Times New Roman" w:eastAsia="Calibri" w:hAnsi="Times New Roman"/>
          <w:sz w:val="22"/>
          <w:szCs w:val="22"/>
          <w:lang w:val="et-EE"/>
        </w:rPr>
        <w:t>Kristjan Ott</w:t>
      </w:r>
    </w:p>
    <w:p w14:paraId="6640DDE3" w14:textId="56FCD971" w:rsidR="007127AD" w:rsidRPr="007127AD" w:rsidRDefault="007127AD" w:rsidP="007127AD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  <w:r w:rsidRPr="007127AD">
        <w:rPr>
          <w:rFonts w:ascii="Times New Roman" w:eastAsia="Calibri" w:hAnsi="Times New Roman"/>
          <w:sz w:val="22"/>
          <w:szCs w:val="22"/>
          <w:lang w:val="et-EE"/>
        </w:rPr>
        <w:t>(allkirjastatud digitaalselt)</w:t>
      </w:r>
    </w:p>
    <w:p w14:paraId="618D4858" w14:textId="77777777" w:rsidR="007127AD" w:rsidRPr="007127AD" w:rsidRDefault="007127AD" w:rsidP="007127AD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</w:p>
    <w:p w14:paraId="041D53FB" w14:textId="3CBBD2F9" w:rsidR="007127AD" w:rsidRPr="007127AD" w:rsidRDefault="00C36E8C" w:rsidP="007127AD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  <w:r>
        <w:rPr>
          <w:rFonts w:ascii="Times New Roman" w:eastAsia="Calibri" w:hAnsi="Times New Roman"/>
          <w:sz w:val="22"/>
          <w:szCs w:val="22"/>
          <w:lang w:val="et-EE"/>
        </w:rPr>
        <w:t>m</w:t>
      </w:r>
      <w:r w:rsidR="007127AD" w:rsidRPr="007127AD">
        <w:rPr>
          <w:rFonts w:ascii="Times New Roman" w:eastAsia="Calibri" w:hAnsi="Times New Roman"/>
          <w:sz w:val="22"/>
          <w:szCs w:val="22"/>
          <w:lang w:val="et-EE"/>
        </w:rPr>
        <w:t xml:space="preserve">aaõiguse </w:t>
      </w:r>
      <w:r w:rsidR="00C712E9">
        <w:rPr>
          <w:rFonts w:ascii="Times New Roman" w:eastAsia="Calibri" w:hAnsi="Times New Roman"/>
          <w:sz w:val="22"/>
          <w:szCs w:val="22"/>
          <w:lang w:val="et-EE"/>
        </w:rPr>
        <w:t>s</w:t>
      </w:r>
      <w:r w:rsidR="007127AD" w:rsidRPr="007127AD">
        <w:rPr>
          <w:rFonts w:ascii="Times New Roman" w:eastAsia="Calibri" w:hAnsi="Times New Roman"/>
          <w:sz w:val="22"/>
          <w:szCs w:val="22"/>
          <w:lang w:val="et-EE"/>
        </w:rPr>
        <w:t>petsialist</w:t>
      </w:r>
    </w:p>
    <w:p w14:paraId="742B68E5" w14:textId="77777777" w:rsidR="007127AD" w:rsidRPr="007127AD" w:rsidRDefault="007127AD" w:rsidP="007127AD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  <w:r w:rsidRPr="007127AD">
        <w:rPr>
          <w:rFonts w:ascii="Times New Roman" w:eastAsia="Calibri" w:hAnsi="Times New Roman"/>
          <w:sz w:val="22"/>
          <w:szCs w:val="22"/>
          <w:lang w:val="et-EE"/>
        </w:rPr>
        <w:t>Elektrilevi OÜ volitatud esindaja volikirja alusel.</w:t>
      </w:r>
    </w:p>
    <w:p w14:paraId="4064198B" w14:textId="77777777" w:rsidR="007127AD" w:rsidRPr="007127AD" w:rsidRDefault="007127AD" w:rsidP="007127AD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</w:p>
    <w:p w14:paraId="6B16ACDE" w14:textId="77777777" w:rsidR="007127AD" w:rsidRPr="007127AD" w:rsidRDefault="007127AD" w:rsidP="007127AD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</w:p>
    <w:p w14:paraId="6BDF560C" w14:textId="7BC100D6" w:rsidR="000505BA" w:rsidRDefault="000505BA" w:rsidP="000505BA">
      <w:pPr>
        <w:spacing w:after="200"/>
        <w:jc w:val="both"/>
        <w:rPr>
          <w:rFonts w:ascii="Times New Roman" w:eastAsia="Calibri" w:hAnsi="Times New Roman"/>
          <w:b/>
          <w:bCs/>
          <w:lang w:val="et-EE"/>
        </w:rPr>
      </w:pPr>
    </w:p>
    <w:sectPr w:rsidR="000505BA" w:rsidSect="00840780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0" w:h="16840"/>
      <w:pgMar w:top="2552" w:right="851" w:bottom="1440" w:left="1701" w:header="709" w:footer="181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9057A0" w14:textId="77777777" w:rsidR="006F2ABA" w:rsidRDefault="006F2ABA">
      <w:r>
        <w:separator/>
      </w:r>
    </w:p>
  </w:endnote>
  <w:endnote w:type="continuationSeparator" w:id="0">
    <w:p w14:paraId="3F9EBDF4" w14:textId="77777777" w:rsidR="006F2ABA" w:rsidRDefault="006F2ABA">
      <w:r>
        <w:continuationSeparator/>
      </w:r>
    </w:p>
  </w:endnote>
  <w:endnote w:type="continuationNotice" w:id="1">
    <w:p w14:paraId="78EBF382" w14:textId="77777777" w:rsidR="006F2ABA" w:rsidRDefault="006F2AB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5ED164" w14:textId="77777777" w:rsidR="0079645A" w:rsidRDefault="0079645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59FE4E" w14:textId="77777777" w:rsidR="0079645A" w:rsidRDefault="0079645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81" w:rightFromText="181" w:vertAnchor="page" w:horzAnchor="page" w:tblpX="5217" w:tblpY="15027"/>
      <w:tblOverlap w:val="never"/>
      <w:tblW w:w="11410" w:type="dxa"/>
      <w:tblLook w:val="0000" w:firstRow="0" w:lastRow="0" w:firstColumn="0" w:lastColumn="0" w:noHBand="0" w:noVBand="0"/>
    </w:tblPr>
    <w:tblGrid>
      <w:gridCol w:w="3471"/>
      <w:gridCol w:w="2483"/>
      <w:gridCol w:w="3471"/>
      <w:gridCol w:w="1985"/>
    </w:tblGrid>
    <w:tr w:rsidR="00A33A60" w14:paraId="4C5C4E1A" w14:textId="77777777" w:rsidTr="00A33A60">
      <w:tc>
        <w:tcPr>
          <w:tcW w:w="3471" w:type="dxa"/>
        </w:tcPr>
        <w:p w14:paraId="3B6F60C2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ELEKTRILEVI OÜ</w:t>
          </w:r>
        </w:p>
      </w:tc>
      <w:tc>
        <w:tcPr>
          <w:tcW w:w="2483" w:type="dxa"/>
          <w:vAlign w:val="bottom"/>
        </w:tcPr>
        <w:p w14:paraId="3ADFBF5B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proofErr w:type="spellStart"/>
          <w:r>
            <w:rPr>
              <w:rFonts w:eastAsia="Cambria" w:cs="Arial"/>
              <w:color w:val="000000"/>
              <w:sz w:val="18"/>
              <w:lang w:val="lv-LV"/>
            </w:rPr>
            <w:t>Tel</w:t>
          </w:r>
          <w:proofErr w:type="spellEnd"/>
          <w:r>
            <w:rPr>
              <w:rFonts w:eastAsia="Cambria" w:cs="Arial"/>
              <w:color w:val="000000"/>
              <w:sz w:val="18"/>
              <w:lang w:val="lv-LV"/>
            </w:rPr>
            <w:t xml:space="preserve"> 715 4230</w:t>
          </w:r>
        </w:p>
      </w:tc>
      <w:tc>
        <w:tcPr>
          <w:tcW w:w="3471" w:type="dxa"/>
        </w:tcPr>
        <w:p w14:paraId="34BCC779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1985" w:type="dxa"/>
        </w:tcPr>
        <w:p w14:paraId="493D3663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</w:tr>
    <w:tr w:rsidR="00A33A60" w:rsidRPr="0077377F" w14:paraId="2AC3D500" w14:textId="77777777" w:rsidTr="00A33A60">
      <w:trPr>
        <w:trHeight w:val="633"/>
      </w:trPr>
      <w:tc>
        <w:tcPr>
          <w:tcW w:w="3471" w:type="dxa"/>
        </w:tcPr>
        <w:p w14:paraId="0C2D28FE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proofErr w:type="spellStart"/>
          <w:r>
            <w:rPr>
              <w:rFonts w:eastAsia="Cambria" w:cs="Arial"/>
              <w:color w:val="000000"/>
              <w:sz w:val="18"/>
              <w:lang w:val="lv-LV"/>
            </w:rPr>
            <w:t>Veskiposti</w:t>
          </w:r>
          <w:proofErr w:type="spellEnd"/>
          <w:r>
            <w:rPr>
              <w:rFonts w:eastAsia="Cambria" w:cs="Arial"/>
              <w:color w:val="000000"/>
              <w:sz w:val="18"/>
              <w:lang w:val="lv-LV"/>
            </w:rPr>
            <w:t xml:space="preserve"> 2, 10138 </w:t>
          </w:r>
          <w:proofErr w:type="spellStart"/>
          <w:r>
            <w:rPr>
              <w:rFonts w:eastAsia="Cambria" w:cs="Arial"/>
              <w:color w:val="000000"/>
              <w:sz w:val="18"/>
              <w:lang w:val="lv-LV"/>
            </w:rPr>
            <w:t>Tallinn</w:t>
          </w:r>
          <w:proofErr w:type="spellEnd"/>
        </w:p>
        <w:p w14:paraId="3B8A612E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proofErr w:type="spellStart"/>
          <w:r>
            <w:rPr>
              <w:rFonts w:eastAsia="Cambria" w:cs="Arial"/>
              <w:sz w:val="18"/>
              <w:lang w:val="lv-LV"/>
            </w:rPr>
            <w:t>Reg.k</w:t>
          </w:r>
          <w:r w:rsidRPr="0077377F">
            <w:rPr>
              <w:rFonts w:eastAsia="Cambria" w:cs="Arial"/>
              <w:sz w:val="18"/>
              <w:lang w:val="lv-LV"/>
            </w:rPr>
            <w:t>ood</w:t>
          </w:r>
          <w:proofErr w:type="spellEnd"/>
          <w:r w:rsidRPr="0077377F">
            <w:rPr>
              <w:rFonts w:eastAsia="Cambria" w:cs="Arial"/>
              <w:sz w:val="18"/>
              <w:lang w:val="lv-LV"/>
            </w:rPr>
            <w:t xml:space="preserve"> 11050857</w:t>
          </w:r>
        </w:p>
      </w:tc>
      <w:tc>
        <w:tcPr>
          <w:tcW w:w="2483" w:type="dxa"/>
        </w:tcPr>
        <w:p w14:paraId="46BEF16F" w14:textId="77777777" w:rsidR="00A33A60" w:rsidRPr="0077377F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sz w:val="18"/>
              <w:lang w:val="lv-LV"/>
            </w:rPr>
          </w:pPr>
          <w:r>
            <w:rPr>
              <w:rFonts w:eastAsia="Cambria" w:cs="Arial"/>
              <w:sz w:val="18"/>
              <w:lang w:val="lv-LV"/>
            </w:rPr>
            <w:t>elektrilevi@elektrilevi</w:t>
          </w:r>
          <w:r w:rsidRPr="0077377F">
            <w:rPr>
              <w:rFonts w:eastAsia="Cambria" w:cs="Arial"/>
              <w:sz w:val="18"/>
              <w:lang w:val="lv-LV"/>
            </w:rPr>
            <w:t>.ee</w:t>
          </w:r>
        </w:p>
        <w:p w14:paraId="2641135B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www.elektrilevi.ee</w:t>
          </w:r>
        </w:p>
      </w:tc>
      <w:tc>
        <w:tcPr>
          <w:tcW w:w="3471" w:type="dxa"/>
        </w:tcPr>
        <w:p w14:paraId="29905058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1985" w:type="dxa"/>
        </w:tcPr>
        <w:p w14:paraId="206701FC" w14:textId="77777777" w:rsidR="00A33A60" w:rsidRPr="0077377F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sz w:val="18"/>
              <w:lang w:val="lv-LV"/>
            </w:rPr>
          </w:pPr>
        </w:p>
      </w:tc>
    </w:tr>
  </w:tbl>
  <w:p w14:paraId="35CF1A2C" w14:textId="77777777" w:rsidR="00627953" w:rsidRDefault="0062795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A53CEA" w14:textId="77777777" w:rsidR="006F2ABA" w:rsidRDefault="006F2ABA">
      <w:r>
        <w:separator/>
      </w:r>
    </w:p>
  </w:footnote>
  <w:footnote w:type="continuationSeparator" w:id="0">
    <w:p w14:paraId="03C6843C" w14:textId="77777777" w:rsidR="006F2ABA" w:rsidRDefault="006F2ABA">
      <w:r>
        <w:continuationSeparator/>
      </w:r>
    </w:p>
  </w:footnote>
  <w:footnote w:type="continuationNotice" w:id="1">
    <w:p w14:paraId="2AE3F35F" w14:textId="77777777" w:rsidR="006F2ABA" w:rsidRDefault="006F2AB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BE044D" w14:textId="77777777" w:rsidR="0079645A" w:rsidRDefault="0079645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2497AA" w14:textId="77777777" w:rsidR="0079645A" w:rsidRDefault="0079645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768B82" w14:textId="318D05B9" w:rsidR="006736DE" w:rsidRDefault="00765D62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 wp14:anchorId="3E6DC165" wp14:editId="07A165F0">
          <wp:simplePos x="0" y="0"/>
          <wp:positionH relativeFrom="margin">
            <wp:posOffset>4024263</wp:posOffset>
          </wp:positionH>
          <wp:positionV relativeFrom="paragraph">
            <wp:posOffset>165247</wp:posOffset>
          </wp:positionV>
          <wp:extent cx="1879211" cy="887095"/>
          <wp:effectExtent l="0" t="0" r="635" b="1905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79211" cy="887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2B1A4D"/>
    <w:multiLevelType w:val="multilevel"/>
    <w:tmpl w:val="814E0E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D52817"/>
    <w:multiLevelType w:val="hybridMultilevel"/>
    <w:tmpl w:val="7DDE3D7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0425001B">
      <w:start w:val="1"/>
      <w:numFmt w:val="lowerRoman"/>
      <w:lvlText w:val="%2."/>
      <w:lvlJc w:val="righ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5F0373"/>
    <w:multiLevelType w:val="hybridMultilevel"/>
    <w:tmpl w:val="497C72C8"/>
    <w:lvl w:ilvl="0" w:tplc="0425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96967A66">
      <w:numFmt w:val="bullet"/>
      <w:lvlText w:val=""/>
      <w:lvlJc w:val="left"/>
      <w:pPr>
        <w:ind w:left="1785" w:hanging="705"/>
      </w:pPr>
      <w:rPr>
        <w:rFonts w:ascii="Symbol" w:eastAsia="Calibri" w:hAnsi="Symbol" w:cs="Arial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596BEC"/>
    <w:multiLevelType w:val="hybridMultilevel"/>
    <w:tmpl w:val="F5C8A1DC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4C20F3C"/>
    <w:multiLevelType w:val="multilevel"/>
    <w:tmpl w:val="5AC4A0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58139A0"/>
    <w:multiLevelType w:val="hybridMultilevel"/>
    <w:tmpl w:val="DD301C08"/>
    <w:lvl w:ilvl="0" w:tplc="04250019">
      <w:start w:val="1"/>
      <w:numFmt w:val="lowerLetter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526C42"/>
    <w:multiLevelType w:val="hybridMultilevel"/>
    <w:tmpl w:val="C4522DA8"/>
    <w:lvl w:ilvl="0" w:tplc="AF68BB10">
      <w:start w:val="1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5C1171"/>
    <w:multiLevelType w:val="hybridMultilevel"/>
    <w:tmpl w:val="97AE8A84"/>
    <w:lvl w:ilvl="0" w:tplc="0425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96967A66">
      <w:numFmt w:val="bullet"/>
      <w:lvlText w:val=""/>
      <w:lvlJc w:val="left"/>
      <w:pPr>
        <w:ind w:left="1785" w:hanging="705"/>
      </w:pPr>
      <w:rPr>
        <w:rFonts w:ascii="Symbol" w:eastAsia="Calibri" w:hAnsi="Symbol" w:cs="Arial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1AA9470">
      <w:numFmt w:val="bullet"/>
      <w:lvlText w:val="•"/>
      <w:lvlJc w:val="left"/>
      <w:pPr>
        <w:ind w:left="3225" w:hanging="705"/>
      </w:pPr>
      <w:rPr>
        <w:rFonts w:ascii="Arial" w:eastAsia="Calibri" w:hAnsi="Arial" w:cs="Aria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985FE8"/>
    <w:multiLevelType w:val="hybridMultilevel"/>
    <w:tmpl w:val="7F4C29DC"/>
    <w:lvl w:ilvl="0" w:tplc="04250003">
      <w:start w:val="1"/>
      <w:numFmt w:val="bullet"/>
      <w:lvlText w:val="o"/>
      <w:lvlJc w:val="left"/>
      <w:pPr>
        <w:ind w:left="1065" w:hanging="705"/>
      </w:pPr>
      <w:rPr>
        <w:rFonts w:ascii="Courier New" w:hAnsi="Courier New" w:cs="Courier New" w:hint="default"/>
      </w:rPr>
    </w:lvl>
    <w:lvl w:ilvl="1" w:tplc="96967A66">
      <w:numFmt w:val="bullet"/>
      <w:lvlText w:val=""/>
      <w:lvlJc w:val="left"/>
      <w:pPr>
        <w:ind w:left="1785" w:hanging="705"/>
      </w:pPr>
      <w:rPr>
        <w:rFonts w:ascii="Symbol" w:eastAsia="Calibri" w:hAnsi="Symbol" w:cs="Arial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1AA9470">
      <w:numFmt w:val="bullet"/>
      <w:lvlText w:val="•"/>
      <w:lvlJc w:val="left"/>
      <w:pPr>
        <w:ind w:left="3225" w:hanging="705"/>
      </w:pPr>
      <w:rPr>
        <w:rFonts w:ascii="Arial" w:eastAsia="Calibri" w:hAnsi="Arial" w:cs="Aria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F82F65"/>
    <w:multiLevelType w:val="hybridMultilevel"/>
    <w:tmpl w:val="DC10F31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C447DF"/>
    <w:multiLevelType w:val="hybridMultilevel"/>
    <w:tmpl w:val="19820BE4"/>
    <w:lvl w:ilvl="0" w:tplc="748A5EFE"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03733E"/>
    <w:multiLevelType w:val="hybridMultilevel"/>
    <w:tmpl w:val="CC3467A4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C6A6012"/>
    <w:multiLevelType w:val="hybridMultilevel"/>
    <w:tmpl w:val="BC4C2090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25C7EEB"/>
    <w:multiLevelType w:val="hybridMultilevel"/>
    <w:tmpl w:val="98F80D72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2F27DDF"/>
    <w:multiLevelType w:val="hybridMultilevel"/>
    <w:tmpl w:val="D1AA1C74"/>
    <w:lvl w:ilvl="0" w:tplc="E2E0547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A578F5"/>
    <w:multiLevelType w:val="multilevel"/>
    <w:tmpl w:val="34F60F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9591E27"/>
    <w:multiLevelType w:val="hybridMultilevel"/>
    <w:tmpl w:val="F8E64C2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79193E"/>
    <w:multiLevelType w:val="hybridMultilevel"/>
    <w:tmpl w:val="45F0608A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F006CF4"/>
    <w:multiLevelType w:val="hybridMultilevel"/>
    <w:tmpl w:val="1C147780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FBF1B37"/>
    <w:multiLevelType w:val="hybridMultilevel"/>
    <w:tmpl w:val="E2D6CE5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4F6FFA"/>
    <w:multiLevelType w:val="hybridMultilevel"/>
    <w:tmpl w:val="8F624AA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E667E8"/>
    <w:multiLevelType w:val="multilevel"/>
    <w:tmpl w:val="91EECEE0"/>
    <w:lvl w:ilvl="0">
      <w:start w:val="1"/>
      <w:numFmt w:val="decimal"/>
      <w:lvlText w:val="%1."/>
      <w:lvlJc w:val="left"/>
      <w:pPr>
        <w:ind w:left="567" w:hanging="567"/>
      </w:pPr>
      <w:rPr>
        <w:rFonts w:ascii="Calibri" w:hAnsi="Calibri" w:hint="default"/>
        <w:b/>
        <w:i w:val="0"/>
        <w:caps/>
        <w:smallCaps w:val="0"/>
        <w:vanish w:val="0"/>
        <w:sz w:val="20"/>
      </w:rPr>
    </w:lvl>
    <w:lvl w:ilvl="1">
      <w:start w:val="1"/>
      <w:numFmt w:val="decimal"/>
      <w:pStyle w:val="Level2"/>
      <w:lvlText w:val="%2."/>
      <w:lvlJc w:val="left"/>
      <w:pPr>
        <w:tabs>
          <w:tab w:val="num" w:pos="567"/>
        </w:tabs>
        <w:ind w:left="425" w:hanging="425"/>
      </w:pPr>
      <w:rPr>
        <w:rFonts w:hint="default"/>
        <w:b w:val="0"/>
        <w:i w:val="0"/>
        <w:caps w:val="0"/>
        <w:vanish w:val="0"/>
        <w:sz w:val="20"/>
      </w:rPr>
    </w:lvl>
    <w:lvl w:ilvl="2">
      <w:start w:val="1"/>
      <w:numFmt w:val="lowerLetter"/>
      <w:pStyle w:val="Level3"/>
      <w:lvlText w:val="%3)"/>
      <w:lvlJc w:val="left"/>
      <w:pPr>
        <w:ind w:left="709" w:hanging="284"/>
      </w:pPr>
      <w:rPr>
        <w:rFonts w:hint="default"/>
        <w:b w:val="0"/>
        <w:i w:val="0"/>
        <w:caps w:val="0"/>
        <w:vanish w:val="0"/>
        <w:color w:val="auto"/>
        <w:sz w:val="20"/>
      </w:rPr>
    </w:lvl>
    <w:lvl w:ilvl="3">
      <w:start w:val="1"/>
      <w:numFmt w:val="bullet"/>
      <w:pStyle w:val="Level4"/>
      <w:lvlText w:val="-"/>
      <w:lvlJc w:val="left"/>
      <w:pPr>
        <w:ind w:left="720" w:hanging="363"/>
      </w:pPr>
      <w:rPr>
        <w:rFonts w:ascii="Georgia" w:hAnsi="Georgia" w:hint="default"/>
      </w:rPr>
    </w:lvl>
    <w:lvl w:ilvl="4">
      <w:start w:val="1"/>
      <w:numFmt w:val="bullet"/>
      <w:pStyle w:val="Level5"/>
      <w:lvlText w:val=""/>
      <w:lvlJc w:val="left"/>
      <w:pPr>
        <w:ind w:left="1701" w:hanging="567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571E51CE"/>
    <w:multiLevelType w:val="hybridMultilevel"/>
    <w:tmpl w:val="31260D8A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0425001B">
      <w:start w:val="1"/>
      <w:numFmt w:val="lowerRoman"/>
      <w:lvlText w:val="%2."/>
      <w:lvlJc w:val="righ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26594C"/>
    <w:multiLevelType w:val="multilevel"/>
    <w:tmpl w:val="72DAA3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4" w15:restartNumberingAfterBreak="0">
    <w:nsid w:val="698303D1"/>
    <w:multiLevelType w:val="multilevel"/>
    <w:tmpl w:val="0EDED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E837633"/>
    <w:multiLevelType w:val="hybridMultilevel"/>
    <w:tmpl w:val="D3FAC0F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14692D"/>
    <w:multiLevelType w:val="hybridMultilevel"/>
    <w:tmpl w:val="7BB07F98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BC46688"/>
    <w:multiLevelType w:val="multilevel"/>
    <w:tmpl w:val="9962AF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5105113">
    <w:abstractNumId w:val="21"/>
  </w:num>
  <w:num w:numId="2" w16cid:durableId="1258368716">
    <w:abstractNumId w:val="21"/>
  </w:num>
  <w:num w:numId="3" w16cid:durableId="788352473">
    <w:abstractNumId w:val="21"/>
  </w:num>
  <w:num w:numId="4" w16cid:durableId="1889415763">
    <w:abstractNumId w:val="21"/>
  </w:num>
  <w:num w:numId="5" w16cid:durableId="1675573490">
    <w:abstractNumId w:val="21"/>
  </w:num>
  <w:num w:numId="6" w16cid:durableId="149973555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19531080">
    <w:abstractNumId w:val="6"/>
  </w:num>
  <w:num w:numId="8" w16cid:durableId="541940527">
    <w:abstractNumId w:val="10"/>
  </w:num>
  <w:num w:numId="9" w16cid:durableId="1254244123">
    <w:abstractNumId w:val="4"/>
  </w:num>
  <w:num w:numId="10" w16cid:durableId="1968586411">
    <w:abstractNumId w:val="23"/>
  </w:num>
  <w:num w:numId="11" w16cid:durableId="641273700">
    <w:abstractNumId w:val="0"/>
    <w:lvlOverride w:ilvl="0">
      <w:startOverride w:val="1"/>
    </w:lvlOverride>
  </w:num>
  <w:num w:numId="12" w16cid:durableId="1126778867">
    <w:abstractNumId w:val="19"/>
  </w:num>
  <w:num w:numId="13" w16cid:durableId="843782601">
    <w:abstractNumId w:val="14"/>
  </w:num>
  <w:num w:numId="14" w16cid:durableId="295646453">
    <w:abstractNumId w:val="15"/>
    <w:lvlOverride w:ilvl="0">
      <w:startOverride w:val="1"/>
    </w:lvlOverride>
  </w:num>
  <w:num w:numId="15" w16cid:durableId="1561089471">
    <w:abstractNumId w:val="27"/>
    <w:lvlOverride w:ilvl="0">
      <w:startOverride w:val="1"/>
    </w:lvlOverride>
  </w:num>
  <w:num w:numId="16" w16cid:durableId="811865858">
    <w:abstractNumId w:val="24"/>
  </w:num>
  <w:num w:numId="17" w16cid:durableId="565264782">
    <w:abstractNumId w:val="2"/>
  </w:num>
  <w:num w:numId="18" w16cid:durableId="1925262073">
    <w:abstractNumId w:val="8"/>
  </w:num>
  <w:num w:numId="19" w16cid:durableId="1690335446">
    <w:abstractNumId w:val="7"/>
  </w:num>
  <w:num w:numId="20" w16cid:durableId="1314480960">
    <w:abstractNumId w:val="16"/>
  </w:num>
  <w:num w:numId="21" w16cid:durableId="1359698976">
    <w:abstractNumId w:val="5"/>
  </w:num>
  <w:num w:numId="22" w16cid:durableId="179972868">
    <w:abstractNumId w:val="1"/>
  </w:num>
  <w:num w:numId="23" w16cid:durableId="1985505138">
    <w:abstractNumId w:val="22"/>
  </w:num>
  <w:num w:numId="24" w16cid:durableId="1523860035">
    <w:abstractNumId w:val="9"/>
  </w:num>
  <w:num w:numId="25" w16cid:durableId="896287133">
    <w:abstractNumId w:val="3"/>
  </w:num>
  <w:num w:numId="26" w16cid:durableId="1576429076">
    <w:abstractNumId w:val="11"/>
  </w:num>
  <w:num w:numId="27" w16cid:durableId="1768109669">
    <w:abstractNumId w:val="26"/>
  </w:num>
  <w:num w:numId="28" w16cid:durableId="212893119">
    <w:abstractNumId w:val="13"/>
  </w:num>
  <w:num w:numId="29" w16cid:durableId="1654873713">
    <w:abstractNumId w:val="18"/>
  </w:num>
  <w:num w:numId="30" w16cid:durableId="1629121418">
    <w:abstractNumId w:val="17"/>
  </w:num>
  <w:num w:numId="31" w16cid:durableId="1337686878">
    <w:abstractNumId w:val="12"/>
  </w:num>
  <w:num w:numId="32" w16cid:durableId="63237391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77F"/>
    <w:rsid w:val="00000DBF"/>
    <w:rsid w:val="00037029"/>
    <w:rsid w:val="00046344"/>
    <w:rsid w:val="000505BA"/>
    <w:rsid w:val="000646A2"/>
    <w:rsid w:val="00064ED2"/>
    <w:rsid w:val="00065E01"/>
    <w:rsid w:val="0008609B"/>
    <w:rsid w:val="000908D5"/>
    <w:rsid w:val="00091F39"/>
    <w:rsid w:val="0009289F"/>
    <w:rsid w:val="000B1F81"/>
    <w:rsid w:val="000B417F"/>
    <w:rsid w:val="000B4850"/>
    <w:rsid w:val="000B57BA"/>
    <w:rsid w:val="000B6778"/>
    <w:rsid w:val="000F3E27"/>
    <w:rsid w:val="00102890"/>
    <w:rsid w:val="00103444"/>
    <w:rsid w:val="00111A7D"/>
    <w:rsid w:val="0011775B"/>
    <w:rsid w:val="00126A2F"/>
    <w:rsid w:val="0013797F"/>
    <w:rsid w:val="00146F8F"/>
    <w:rsid w:val="00162108"/>
    <w:rsid w:val="00176B5D"/>
    <w:rsid w:val="001871B2"/>
    <w:rsid w:val="0018765B"/>
    <w:rsid w:val="0019253D"/>
    <w:rsid w:val="00194EE7"/>
    <w:rsid w:val="001B2F68"/>
    <w:rsid w:val="001B46D4"/>
    <w:rsid w:val="001D14EF"/>
    <w:rsid w:val="001E0921"/>
    <w:rsid w:val="001E09C8"/>
    <w:rsid w:val="001E2520"/>
    <w:rsid w:val="001F3930"/>
    <w:rsid w:val="002002F0"/>
    <w:rsid w:val="0021186E"/>
    <w:rsid w:val="00215382"/>
    <w:rsid w:val="00225172"/>
    <w:rsid w:val="00227EE8"/>
    <w:rsid w:val="002401E8"/>
    <w:rsid w:val="0024234A"/>
    <w:rsid w:val="0026021E"/>
    <w:rsid w:val="0026172F"/>
    <w:rsid w:val="002641F5"/>
    <w:rsid w:val="002726A3"/>
    <w:rsid w:val="002732AA"/>
    <w:rsid w:val="00273EF1"/>
    <w:rsid w:val="002935BE"/>
    <w:rsid w:val="002A1036"/>
    <w:rsid w:val="002A18A4"/>
    <w:rsid w:val="002A2B20"/>
    <w:rsid w:val="002A5626"/>
    <w:rsid w:val="002A5FB1"/>
    <w:rsid w:val="002A61FF"/>
    <w:rsid w:val="002A73A5"/>
    <w:rsid w:val="002B43F1"/>
    <w:rsid w:val="002B7062"/>
    <w:rsid w:val="002C22A3"/>
    <w:rsid w:val="002D4D27"/>
    <w:rsid w:val="002D6251"/>
    <w:rsid w:val="002E0EF7"/>
    <w:rsid w:val="002E344F"/>
    <w:rsid w:val="002F07BC"/>
    <w:rsid w:val="002F7CB0"/>
    <w:rsid w:val="00300E09"/>
    <w:rsid w:val="0030240C"/>
    <w:rsid w:val="003073D3"/>
    <w:rsid w:val="0030774F"/>
    <w:rsid w:val="003127FB"/>
    <w:rsid w:val="00316376"/>
    <w:rsid w:val="00331D8C"/>
    <w:rsid w:val="0033388C"/>
    <w:rsid w:val="00335CBC"/>
    <w:rsid w:val="003406A8"/>
    <w:rsid w:val="00340908"/>
    <w:rsid w:val="0034292E"/>
    <w:rsid w:val="00344245"/>
    <w:rsid w:val="003452AC"/>
    <w:rsid w:val="003467AE"/>
    <w:rsid w:val="003504CB"/>
    <w:rsid w:val="003551E2"/>
    <w:rsid w:val="00356E30"/>
    <w:rsid w:val="0035785B"/>
    <w:rsid w:val="00357C22"/>
    <w:rsid w:val="00364003"/>
    <w:rsid w:val="00364590"/>
    <w:rsid w:val="00365F2B"/>
    <w:rsid w:val="00381AE8"/>
    <w:rsid w:val="00382D66"/>
    <w:rsid w:val="003A0ECE"/>
    <w:rsid w:val="003B0EBD"/>
    <w:rsid w:val="003B5885"/>
    <w:rsid w:val="003B6F35"/>
    <w:rsid w:val="003C0430"/>
    <w:rsid w:val="003C107F"/>
    <w:rsid w:val="003C387D"/>
    <w:rsid w:val="003D782C"/>
    <w:rsid w:val="003F1F87"/>
    <w:rsid w:val="003F5996"/>
    <w:rsid w:val="00402D9D"/>
    <w:rsid w:val="00410F15"/>
    <w:rsid w:val="004170C1"/>
    <w:rsid w:val="00430FA1"/>
    <w:rsid w:val="004516A1"/>
    <w:rsid w:val="00470107"/>
    <w:rsid w:val="00477D3F"/>
    <w:rsid w:val="00491AD7"/>
    <w:rsid w:val="0049396A"/>
    <w:rsid w:val="004D1D70"/>
    <w:rsid w:val="004E5DD5"/>
    <w:rsid w:val="0050379B"/>
    <w:rsid w:val="00532D2F"/>
    <w:rsid w:val="005525F7"/>
    <w:rsid w:val="005623AF"/>
    <w:rsid w:val="00566CB9"/>
    <w:rsid w:val="005670F8"/>
    <w:rsid w:val="00571C55"/>
    <w:rsid w:val="005755DF"/>
    <w:rsid w:val="00575FB9"/>
    <w:rsid w:val="00581E38"/>
    <w:rsid w:val="00582590"/>
    <w:rsid w:val="00584333"/>
    <w:rsid w:val="00585B08"/>
    <w:rsid w:val="0059529B"/>
    <w:rsid w:val="005A217D"/>
    <w:rsid w:val="005A710F"/>
    <w:rsid w:val="005B1449"/>
    <w:rsid w:val="005B1C18"/>
    <w:rsid w:val="005C1966"/>
    <w:rsid w:val="005C24D9"/>
    <w:rsid w:val="005C3D4A"/>
    <w:rsid w:val="005C4230"/>
    <w:rsid w:val="005D1655"/>
    <w:rsid w:val="005E3618"/>
    <w:rsid w:val="005F1FB7"/>
    <w:rsid w:val="005F36F6"/>
    <w:rsid w:val="00605B27"/>
    <w:rsid w:val="00614A52"/>
    <w:rsid w:val="00615EB0"/>
    <w:rsid w:val="00625192"/>
    <w:rsid w:val="0062642C"/>
    <w:rsid w:val="00627953"/>
    <w:rsid w:val="0063780B"/>
    <w:rsid w:val="00642088"/>
    <w:rsid w:val="00643BDB"/>
    <w:rsid w:val="0064619A"/>
    <w:rsid w:val="006466E4"/>
    <w:rsid w:val="00651946"/>
    <w:rsid w:val="00657B6F"/>
    <w:rsid w:val="00660766"/>
    <w:rsid w:val="0066463C"/>
    <w:rsid w:val="006736DE"/>
    <w:rsid w:val="00675C6D"/>
    <w:rsid w:val="006A27A9"/>
    <w:rsid w:val="006B28B7"/>
    <w:rsid w:val="006B5553"/>
    <w:rsid w:val="006B5E3A"/>
    <w:rsid w:val="006B6470"/>
    <w:rsid w:val="006B79A8"/>
    <w:rsid w:val="006C1103"/>
    <w:rsid w:val="006C40A0"/>
    <w:rsid w:val="006E048F"/>
    <w:rsid w:val="006E22E4"/>
    <w:rsid w:val="006E49AA"/>
    <w:rsid w:val="006F2ABA"/>
    <w:rsid w:val="006F595A"/>
    <w:rsid w:val="00704301"/>
    <w:rsid w:val="0070500B"/>
    <w:rsid w:val="007127AD"/>
    <w:rsid w:val="00734B0C"/>
    <w:rsid w:val="00754EAC"/>
    <w:rsid w:val="00754F94"/>
    <w:rsid w:val="00755DE3"/>
    <w:rsid w:val="00757CE6"/>
    <w:rsid w:val="00765D62"/>
    <w:rsid w:val="00765ED3"/>
    <w:rsid w:val="0077377F"/>
    <w:rsid w:val="007816BC"/>
    <w:rsid w:val="00782839"/>
    <w:rsid w:val="007870BE"/>
    <w:rsid w:val="0079645A"/>
    <w:rsid w:val="007B4C9E"/>
    <w:rsid w:val="007C6F7A"/>
    <w:rsid w:val="007D07D4"/>
    <w:rsid w:val="007E7FBC"/>
    <w:rsid w:val="007F2810"/>
    <w:rsid w:val="00812A56"/>
    <w:rsid w:val="00820D09"/>
    <w:rsid w:val="0082604D"/>
    <w:rsid w:val="00827163"/>
    <w:rsid w:val="0083430B"/>
    <w:rsid w:val="00834E7B"/>
    <w:rsid w:val="00836279"/>
    <w:rsid w:val="00840780"/>
    <w:rsid w:val="00860269"/>
    <w:rsid w:val="0086205E"/>
    <w:rsid w:val="008630EF"/>
    <w:rsid w:val="008753E8"/>
    <w:rsid w:val="008759E3"/>
    <w:rsid w:val="00886F46"/>
    <w:rsid w:val="00896545"/>
    <w:rsid w:val="00896568"/>
    <w:rsid w:val="008C4DA3"/>
    <w:rsid w:val="008C5B01"/>
    <w:rsid w:val="008D2D2A"/>
    <w:rsid w:val="008D3667"/>
    <w:rsid w:val="008D5164"/>
    <w:rsid w:val="008D74B5"/>
    <w:rsid w:val="008F1C47"/>
    <w:rsid w:val="008F2A05"/>
    <w:rsid w:val="008F47F1"/>
    <w:rsid w:val="0091258F"/>
    <w:rsid w:val="00912BDF"/>
    <w:rsid w:val="00924ED0"/>
    <w:rsid w:val="009303BE"/>
    <w:rsid w:val="00930BE5"/>
    <w:rsid w:val="00933269"/>
    <w:rsid w:val="009408B3"/>
    <w:rsid w:val="00950164"/>
    <w:rsid w:val="00952403"/>
    <w:rsid w:val="00953D1F"/>
    <w:rsid w:val="00962A66"/>
    <w:rsid w:val="00963440"/>
    <w:rsid w:val="00963490"/>
    <w:rsid w:val="00964593"/>
    <w:rsid w:val="00973680"/>
    <w:rsid w:val="00992B14"/>
    <w:rsid w:val="009A0457"/>
    <w:rsid w:val="009A6455"/>
    <w:rsid w:val="009B2A88"/>
    <w:rsid w:val="009B2ED7"/>
    <w:rsid w:val="009B4BDC"/>
    <w:rsid w:val="009C3F02"/>
    <w:rsid w:val="009D38F3"/>
    <w:rsid w:val="009D6ED0"/>
    <w:rsid w:val="009E181A"/>
    <w:rsid w:val="009F4EDE"/>
    <w:rsid w:val="00A04D91"/>
    <w:rsid w:val="00A07ACE"/>
    <w:rsid w:val="00A1248E"/>
    <w:rsid w:val="00A17E2A"/>
    <w:rsid w:val="00A20911"/>
    <w:rsid w:val="00A27416"/>
    <w:rsid w:val="00A33A60"/>
    <w:rsid w:val="00A43A3D"/>
    <w:rsid w:val="00A565AC"/>
    <w:rsid w:val="00A574DF"/>
    <w:rsid w:val="00A649D1"/>
    <w:rsid w:val="00A65739"/>
    <w:rsid w:val="00A67711"/>
    <w:rsid w:val="00A8345B"/>
    <w:rsid w:val="00A837AB"/>
    <w:rsid w:val="00AE1639"/>
    <w:rsid w:val="00AE6B50"/>
    <w:rsid w:val="00AF07A8"/>
    <w:rsid w:val="00AF6389"/>
    <w:rsid w:val="00B0111F"/>
    <w:rsid w:val="00B05AE2"/>
    <w:rsid w:val="00B31A96"/>
    <w:rsid w:val="00B33B98"/>
    <w:rsid w:val="00B4021D"/>
    <w:rsid w:val="00B61872"/>
    <w:rsid w:val="00B66761"/>
    <w:rsid w:val="00B709C2"/>
    <w:rsid w:val="00B72E9F"/>
    <w:rsid w:val="00B76F13"/>
    <w:rsid w:val="00B81A0E"/>
    <w:rsid w:val="00B82E8B"/>
    <w:rsid w:val="00B845CE"/>
    <w:rsid w:val="00B91B48"/>
    <w:rsid w:val="00B96BBF"/>
    <w:rsid w:val="00B97A6A"/>
    <w:rsid w:val="00BA3B23"/>
    <w:rsid w:val="00BA66A4"/>
    <w:rsid w:val="00BA75D5"/>
    <w:rsid w:val="00BB7AD2"/>
    <w:rsid w:val="00BC0F91"/>
    <w:rsid w:val="00BD14A4"/>
    <w:rsid w:val="00BF0E4C"/>
    <w:rsid w:val="00BF4038"/>
    <w:rsid w:val="00C0020C"/>
    <w:rsid w:val="00C12E95"/>
    <w:rsid w:val="00C13E1B"/>
    <w:rsid w:val="00C14ACD"/>
    <w:rsid w:val="00C22BBE"/>
    <w:rsid w:val="00C34030"/>
    <w:rsid w:val="00C36E8C"/>
    <w:rsid w:val="00C460D4"/>
    <w:rsid w:val="00C473E5"/>
    <w:rsid w:val="00C526F5"/>
    <w:rsid w:val="00C53640"/>
    <w:rsid w:val="00C712AC"/>
    <w:rsid w:val="00C712E9"/>
    <w:rsid w:val="00C775C8"/>
    <w:rsid w:val="00C84703"/>
    <w:rsid w:val="00C86912"/>
    <w:rsid w:val="00C86C12"/>
    <w:rsid w:val="00C86E8D"/>
    <w:rsid w:val="00C91854"/>
    <w:rsid w:val="00C94341"/>
    <w:rsid w:val="00C95ABD"/>
    <w:rsid w:val="00C966E8"/>
    <w:rsid w:val="00CA4C43"/>
    <w:rsid w:val="00CB0F33"/>
    <w:rsid w:val="00CB0FEA"/>
    <w:rsid w:val="00CB31D7"/>
    <w:rsid w:val="00CC5435"/>
    <w:rsid w:val="00CD032B"/>
    <w:rsid w:val="00CD0C92"/>
    <w:rsid w:val="00CE4916"/>
    <w:rsid w:val="00CE5616"/>
    <w:rsid w:val="00CE6E1D"/>
    <w:rsid w:val="00CF01D1"/>
    <w:rsid w:val="00CF5F86"/>
    <w:rsid w:val="00D00B63"/>
    <w:rsid w:val="00D0223D"/>
    <w:rsid w:val="00D026C7"/>
    <w:rsid w:val="00D100C4"/>
    <w:rsid w:val="00D104E7"/>
    <w:rsid w:val="00D14728"/>
    <w:rsid w:val="00D25D80"/>
    <w:rsid w:val="00D30B1A"/>
    <w:rsid w:val="00D343E0"/>
    <w:rsid w:val="00D35DAA"/>
    <w:rsid w:val="00D4181C"/>
    <w:rsid w:val="00D4327F"/>
    <w:rsid w:val="00D4458D"/>
    <w:rsid w:val="00D56E9B"/>
    <w:rsid w:val="00D76435"/>
    <w:rsid w:val="00D7775D"/>
    <w:rsid w:val="00D77FE1"/>
    <w:rsid w:val="00D8006E"/>
    <w:rsid w:val="00D879EE"/>
    <w:rsid w:val="00D902BD"/>
    <w:rsid w:val="00DA4FD5"/>
    <w:rsid w:val="00DA7CDA"/>
    <w:rsid w:val="00DB14F4"/>
    <w:rsid w:val="00DB17D9"/>
    <w:rsid w:val="00DB392C"/>
    <w:rsid w:val="00DB5A51"/>
    <w:rsid w:val="00DB742D"/>
    <w:rsid w:val="00DC25F8"/>
    <w:rsid w:val="00DF283A"/>
    <w:rsid w:val="00DF2D6D"/>
    <w:rsid w:val="00DF3E13"/>
    <w:rsid w:val="00E012B8"/>
    <w:rsid w:val="00E0231B"/>
    <w:rsid w:val="00E04B78"/>
    <w:rsid w:val="00E2366F"/>
    <w:rsid w:val="00E23C4F"/>
    <w:rsid w:val="00E27A09"/>
    <w:rsid w:val="00E366A1"/>
    <w:rsid w:val="00E3783E"/>
    <w:rsid w:val="00E42373"/>
    <w:rsid w:val="00E43B45"/>
    <w:rsid w:val="00E47970"/>
    <w:rsid w:val="00E6200E"/>
    <w:rsid w:val="00E74B94"/>
    <w:rsid w:val="00E9115C"/>
    <w:rsid w:val="00E92291"/>
    <w:rsid w:val="00E95ED1"/>
    <w:rsid w:val="00EB5167"/>
    <w:rsid w:val="00EB79F8"/>
    <w:rsid w:val="00EB7E1A"/>
    <w:rsid w:val="00EC15EB"/>
    <w:rsid w:val="00EC6F44"/>
    <w:rsid w:val="00ED26F8"/>
    <w:rsid w:val="00ED393F"/>
    <w:rsid w:val="00EF0689"/>
    <w:rsid w:val="00EF56E3"/>
    <w:rsid w:val="00F05A6A"/>
    <w:rsid w:val="00F208F3"/>
    <w:rsid w:val="00F30F4E"/>
    <w:rsid w:val="00F36C54"/>
    <w:rsid w:val="00F400F4"/>
    <w:rsid w:val="00F50474"/>
    <w:rsid w:val="00F55A60"/>
    <w:rsid w:val="00F627FA"/>
    <w:rsid w:val="00F629CC"/>
    <w:rsid w:val="00F6678C"/>
    <w:rsid w:val="00F67A7C"/>
    <w:rsid w:val="00F75059"/>
    <w:rsid w:val="00F84A7C"/>
    <w:rsid w:val="00F8649D"/>
    <w:rsid w:val="00F87519"/>
    <w:rsid w:val="00F94E63"/>
    <w:rsid w:val="00F9746F"/>
    <w:rsid w:val="00F978EE"/>
    <w:rsid w:val="00FA0AF3"/>
    <w:rsid w:val="00FA13F3"/>
    <w:rsid w:val="00FA395B"/>
    <w:rsid w:val="00FC0064"/>
    <w:rsid w:val="00FD1C24"/>
    <w:rsid w:val="00FD2413"/>
    <w:rsid w:val="00FD6116"/>
    <w:rsid w:val="00FE25F5"/>
    <w:rsid w:val="00FE6B34"/>
    <w:rsid w:val="00FE7954"/>
    <w:rsid w:val="00FF6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4635ED7"/>
  <w15:chartTrackingRefBased/>
  <w15:docId w15:val="{5C7DD30A-5965-4783-A736-5AD46CEFB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Variable" w:semiHidden="1" w:unhideWhenUsed="1"/>
    <w:lsdException w:name="Normal Table" w:semiHidden="1" w:unhideWhenUsed="1"/>
    <w:lsdException w:name="No List" w:uiPriority="99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cs-CZ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753E8"/>
    <w:pPr>
      <w:keepNext/>
      <w:keepLines/>
      <w:spacing w:before="240" w:line="259" w:lineRule="auto"/>
      <w:outlineLvl w:val="0"/>
    </w:pPr>
    <w:rPr>
      <w:rFonts w:ascii="Calibri Light" w:eastAsia="Yu Gothic Light" w:hAnsi="Calibri Light"/>
      <w:color w:val="2F5496"/>
      <w:sz w:val="32"/>
      <w:szCs w:val="32"/>
      <w:lang w:val="et-EE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eastAsia="Arial Unicode MS"/>
      <w:b/>
      <w:i/>
      <w:szCs w:val="20"/>
      <w:lang w:val="et-E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1">
    <w:name w:val="Char Char1"/>
    <w:basedOn w:val="DefaultParagraphFont"/>
    <w:semiHidden/>
  </w:style>
  <w:style w:type="paragraph" w:styleId="Footer">
    <w:name w:val="foot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">
    <w:name w:val="Char Char"/>
    <w:basedOn w:val="DefaultParagraphFont"/>
    <w:semiHidden/>
  </w:style>
  <w:style w:type="paragraph" w:customStyle="1" w:styleId="Kirjatekst">
    <w:name w:val="Kirja tekst"/>
    <w:basedOn w:val="Normal"/>
    <w:autoRedefine/>
    <w:pPr>
      <w:spacing w:after="240"/>
    </w:pPr>
    <w:rPr>
      <w:rFonts w:eastAsia="Times New Roman" w:cs="Arial"/>
      <w:sz w:val="22"/>
      <w:szCs w:val="20"/>
      <w:lang w:val="et-EE"/>
    </w:rPr>
  </w:style>
  <w:style w:type="paragraph" w:styleId="BodyText3">
    <w:name w:val="Body Text 3"/>
    <w:basedOn w:val="Normal"/>
    <w:rPr>
      <w:rFonts w:eastAsia="Times New Roman" w:cs="Arial"/>
      <w:color w:val="000000"/>
      <w:sz w:val="22"/>
      <w:szCs w:val="22"/>
      <w:lang w:val="et-EE"/>
    </w:rPr>
  </w:style>
  <w:style w:type="paragraph" w:customStyle="1" w:styleId="Level5">
    <w:name w:val="Level5"/>
    <w:basedOn w:val="ListContinue5"/>
    <w:qFormat/>
    <w:rsid w:val="00F75059"/>
    <w:pPr>
      <w:numPr>
        <w:ilvl w:val="4"/>
        <w:numId w:val="1"/>
      </w:numPr>
      <w:tabs>
        <w:tab w:val="num" w:pos="360"/>
      </w:tabs>
      <w:spacing w:line="276" w:lineRule="auto"/>
      <w:ind w:left="1415" w:firstLine="0"/>
    </w:pPr>
    <w:rPr>
      <w:rFonts w:ascii="Calibri" w:eastAsia="Times New Roman" w:hAnsi="Calibri"/>
      <w:sz w:val="22"/>
      <w:szCs w:val="22"/>
      <w:lang w:val="et-EE" w:eastAsia="et-EE"/>
    </w:rPr>
  </w:style>
  <w:style w:type="paragraph" w:customStyle="1" w:styleId="Body2">
    <w:name w:val="Body2"/>
    <w:link w:val="Body2Char"/>
    <w:qFormat/>
    <w:rsid w:val="00F75059"/>
    <w:pPr>
      <w:spacing w:after="160" w:line="259" w:lineRule="auto"/>
    </w:pPr>
    <w:rPr>
      <w:rFonts w:eastAsia="Times New Roman"/>
      <w:bCs/>
      <w:szCs w:val="22"/>
    </w:rPr>
  </w:style>
  <w:style w:type="paragraph" w:customStyle="1" w:styleId="Level1">
    <w:name w:val="Level1"/>
    <w:basedOn w:val="ListBullet"/>
    <w:qFormat/>
    <w:rsid w:val="00F75059"/>
    <w:pPr>
      <w:tabs>
        <w:tab w:val="left" w:pos="567"/>
      </w:tabs>
      <w:spacing w:after="160" w:line="259" w:lineRule="auto"/>
      <w:contextualSpacing w:val="0"/>
    </w:pPr>
    <w:rPr>
      <w:rFonts w:eastAsia="Times New Roman"/>
      <w:b/>
      <w:bCs/>
      <w:caps/>
      <w:sz w:val="20"/>
      <w:szCs w:val="22"/>
      <w:lang w:val="et-EE" w:eastAsia="et-EE"/>
    </w:rPr>
  </w:style>
  <w:style w:type="character" w:customStyle="1" w:styleId="Body2Char">
    <w:name w:val="Body2 Char"/>
    <w:link w:val="Body2"/>
    <w:rsid w:val="00F75059"/>
    <w:rPr>
      <w:rFonts w:eastAsia="Times New Roman"/>
      <w:bCs/>
      <w:szCs w:val="22"/>
      <w:lang w:val="et-EE" w:eastAsia="et-EE"/>
    </w:rPr>
  </w:style>
  <w:style w:type="paragraph" w:customStyle="1" w:styleId="Level2">
    <w:name w:val="Level2"/>
    <w:basedOn w:val="ListBullet2"/>
    <w:link w:val="Level2Char"/>
    <w:qFormat/>
    <w:rsid w:val="00F75059"/>
    <w:pPr>
      <w:numPr>
        <w:ilvl w:val="1"/>
        <w:numId w:val="1"/>
      </w:numPr>
      <w:tabs>
        <w:tab w:val="left" w:pos="567"/>
      </w:tabs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paragraph" w:customStyle="1" w:styleId="Level3">
    <w:name w:val="Level3"/>
    <w:basedOn w:val="ListBullet3"/>
    <w:link w:val="Level3Char"/>
    <w:qFormat/>
    <w:rsid w:val="00F75059"/>
    <w:pPr>
      <w:numPr>
        <w:ilvl w:val="2"/>
        <w:numId w:val="1"/>
      </w:numPr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character" w:customStyle="1" w:styleId="Level2Char">
    <w:name w:val="Level2 Char"/>
    <w:link w:val="Level2"/>
    <w:rsid w:val="00F75059"/>
    <w:rPr>
      <w:rFonts w:eastAsia="Times New Roman"/>
      <w:szCs w:val="22"/>
      <w:lang w:val="et-EE" w:eastAsia="et-EE"/>
    </w:rPr>
  </w:style>
  <w:style w:type="character" w:customStyle="1" w:styleId="Level3Char">
    <w:name w:val="Level3 Char"/>
    <w:link w:val="Level3"/>
    <w:rsid w:val="00F75059"/>
    <w:rPr>
      <w:rFonts w:eastAsia="Times New Roman"/>
      <w:szCs w:val="22"/>
      <w:lang w:val="et-EE" w:eastAsia="et-EE"/>
    </w:rPr>
  </w:style>
  <w:style w:type="paragraph" w:customStyle="1" w:styleId="Level4">
    <w:name w:val="Level4"/>
    <w:basedOn w:val="ListBullet4"/>
    <w:link w:val="Level4Char"/>
    <w:qFormat/>
    <w:rsid w:val="00F75059"/>
    <w:pPr>
      <w:numPr>
        <w:ilvl w:val="3"/>
        <w:numId w:val="1"/>
      </w:numPr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character" w:customStyle="1" w:styleId="Level4Char">
    <w:name w:val="Level4 Char"/>
    <w:link w:val="Level4"/>
    <w:rsid w:val="00F75059"/>
    <w:rPr>
      <w:rFonts w:eastAsia="Times New Roman"/>
      <w:szCs w:val="22"/>
      <w:lang w:val="et-EE" w:eastAsia="et-EE"/>
    </w:rPr>
  </w:style>
  <w:style w:type="paragraph" w:styleId="NoSpacing">
    <w:name w:val="No Spacing"/>
    <w:uiPriority w:val="1"/>
    <w:qFormat/>
    <w:rsid w:val="00F75059"/>
    <w:rPr>
      <w:rFonts w:eastAsia="Times New Roman"/>
      <w:szCs w:val="22"/>
    </w:rPr>
  </w:style>
  <w:style w:type="paragraph" w:customStyle="1" w:styleId="TableSignature">
    <w:name w:val="TableSignature"/>
    <w:rsid w:val="00F75059"/>
    <w:pPr>
      <w:keepNext/>
      <w:ind w:left="-113"/>
    </w:pPr>
    <w:rPr>
      <w:rFonts w:eastAsia="Times New Roman"/>
      <w:bCs/>
      <w:szCs w:val="22"/>
    </w:rPr>
  </w:style>
  <w:style w:type="paragraph" w:customStyle="1" w:styleId="TableSignatureLast">
    <w:name w:val="TableSignatureLast"/>
    <w:rsid w:val="00F75059"/>
    <w:pPr>
      <w:ind w:left="-113"/>
    </w:pPr>
    <w:rPr>
      <w:rFonts w:eastAsia="Times New Roman"/>
      <w:bCs/>
      <w:szCs w:val="22"/>
    </w:rPr>
  </w:style>
  <w:style w:type="table" w:customStyle="1" w:styleId="TableGridPHPDOCX">
    <w:name w:val="Table Grid PHPDOCX"/>
    <w:uiPriority w:val="59"/>
    <w:semiHidden/>
    <w:unhideWhenUsed/>
    <w:rsid w:val="00F75059"/>
    <w:rPr>
      <w:rFonts w:ascii="Calibri" w:eastAsia="Calibri" w:hAnsi="Calibri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Continue5">
    <w:name w:val="List Continue 5"/>
    <w:basedOn w:val="Normal"/>
    <w:rsid w:val="00F75059"/>
    <w:pPr>
      <w:spacing w:after="120"/>
      <w:ind w:left="1415"/>
      <w:contextualSpacing/>
    </w:pPr>
  </w:style>
  <w:style w:type="paragraph" w:styleId="ListBullet">
    <w:name w:val="List Bullet"/>
    <w:basedOn w:val="Normal"/>
    <w:rsid w:val="00F75059"/>
    <w:pPr>
      <w:ind w:left="567" w:hanging="567"/>
      <w:contextualSpacing/>
    </w:pPr>
  </w:style>
  <w:style w:type="paragraph" w:styleId="ListBullet2">
    <w:name w:val="List Bullet 2"/>
    <w:basedOn w:val="Normal"/>
    <w:rsid w:val="00F75059"/>
    <w:pPr>
      <w:ind w:left="567" w:hanging="567"/>
      <w:contextualSpacing/>
    </w:pPr>
  </w:style>
  <w:style w:type="paragraph" w:styleId="ListBullet3">
    <w:name w:val="List Bullet 3"/>
    <w:basedOn w:val="Normal"/>
    <w:rsid w:val="00F75059"/>
    <w:pPr>
      <w:ind w:left="567" w:hanging="567"/>
      <w:contextualSpacing/>
    </w:pPr>
  </w:style>
  <w:style w:type="paragraph" w:styleId="ListBullet4">
    <w:name w:val="List Bullet 4"/>
    <w:basedOn w:val="Normal"/>
    <w:rsid w:val="00F75059"/>
    <w:pPr>
      <w:ind w:left="567" w:hanging="567"/>
      <w:contextualSpacing/>
    </w:pPr>
  </w:style>
  <w:style w:type="character" w:customStyle="1" w:styleId="tableentry">
    <w:name w:val="tableentry"/>
    <w:rsid w:val="00BF0E4C"/>
    <w:rPr>
      <w:rFonts w:ascii="Tahoma" w:hAnsi="Tahoma" w:cs="Tahoma" w:hint="default"/>
      <w:sz w:val="18"/>
      <w:szCs w:val="18"/>
    </w:rPr>
  </w:style>
  <w:style w:type="paragraph" w:styleId="ListParagraph">
    <w:name w:val="List Paragraph"/>
    <w:basedOn w:val="Normal"/>
    <w:uiPriority w:val="34"/>
    <w:qFormat/>
    <w:rsid w:val="00930BE5"/>
    <w:pPr>
      <w:spacing w:after="23" w:line="249" w:lineRule="auto"/>
      <w:ind w:left="720" w:hanging="10"/>
      <w:contextualSpacing/>
      <w:jc w:val="both"/>
    </w:pPr>
    <w:rPr>
      <w:rFonts w:cs="Arial"/>
      <w:color w:val="000000"/>
      <w:sz w:val="22"/>
      <w:szCs w:val="22"/>
      <w:lang w:val="et-EE" w:eastAsia="et-EE"/>
    </w:rPr>
  </w:style>
  <w:style w:type="paragraph" w:customStyle="1" w:styleId="Default">
    <w:name w:val="Default"/>
    <w:rsid w:val="00930BE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table" w:customStyle="1" w:styleId="TableGrid">
    <w:name w:val="TableGrid"/>
    <w:rsid w:val="00F87519"/>
    <w:rPr>
      <w:rFonts w:ascii="Calibri" w:eastAsia="Times New Roman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FootnoteText">
    <w:name w:val="footnote text"/>
    <w:basedOn w:val="Normal"/>
    <w:link w:val="FootnoteTextChar"/>
    <w:uiPriority w:val="99"/>
    <w:rsid w:val="00E47970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E47970"/>
    <w:rPr>
      <w:lang w:val="cs-CZ"/>
    </w:rPr>
  </w:style>
  <w:style w:type="character" w:styleId="FootnoteReference">
    <w:name w:val="footnote reference"/>
    <w:uiPriority w:val="99"/>
    <w:rsid w:val="00E47970"/>
    <w:rPr>
      <w:vertAlign w:val="superscript"/>
    </w:rPr>
  </w:style>
  <w:style w:type="character" w:styleId="Hyperlink">
    <w:name w:val="Hyperlink"/>
    <w:uiPriority w:val="99"/>
    <w:unhideWhenUsed/>
    <w:rsid w:val="00E47970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E47970"/>
    <w:pPr>
      <w:spacing w:before="100" w:beforeAutospacing="1" w:after="100" w:afterAutospacing="1"/>
    </w:pPr>
    <w:rPr>
      <w:rFonts w:ascii="Calibri" w:eastAsia="Calibri" w:hAnsi="Calibri"/>
      <w:sz w:val="22"/>
      <w:szCs w:val="22"/>
      <w:lang w:val="et-EE" w:eastAsia="et-EE"/>
    </w:rPr>
  </w:style>
  <w:style w:type="character" w:styleId="UnresolvedMention">
    <w:name w:val="Unresolved Mention"/>
    <w:uiPriority w:val="99"/>
    <w:semiHidden/>
    <w:unhideWhenUsed/>
    <w:rsid w:val="00E47970"/>
    <w:rPr>
      <w:color w:val="605E5C"/>
      <w:shd w:val="clear" w:color="auto" w:fill="E1DFDD"/>
    </w:rPr>
  </w:style>
  <w:style w:type="table" w:styleId="TableGrid0">
    <w:name w:val="Table Grid"/>
    <w:basedOn w:val="TableNormal"/>
    <w:uiPriority w:val="39"/>
    <w:rsid w:val="009A045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8753E8"/>
    <w:pPr>
      <w:spacing w:after="120"/>
    </w:pPr>
  </w:style>
  <w:style w:type="character" w:customStyle="1" w:styleId="BodyTextChar">
    <w:name w:val="Body Text Char"/>
    <w:link w:val="BodyText"/>
    <w:rsid w:val="008753E8"/>
    <w:rPr>
      <w:sz w:val="24"/>
      <w:szCs w:val="24"/>
      <w:lang w:val="cs-CZ" w:eastAsia="en-US"/>
    </w:rPr>
  </w:style>
  <w:style w:type="character" w:customStyle="1" w:styleId="Heading1Char">
    <w:name w:val="Heading 1 Char"/>
    <w:link w:val="Heading1"/>
    <w:uiPriority w:val="9"/>
    <w:rsid w:val="008753E8"/>
    <w:rPr>
      <w:rFonts w:ascii="Calibri Light" w:eastAsia="Yu Gothic Light" w:hAnsi="Calibri Light"/>
      <w:color w:val="2F5496"/>
      <w:sz w:val="32"/>
      <w:szCs w:val="32"/>
      <w:lang w:eastAsia="en-US"/>
    </w:rPr>
  </w:style>
  <w:style w:type="character" w:styleId="SubtleReference">
    <w:name w:val="Subtle Reference"/>
    <w:uiPriority w:val="31"/>
    <w:qFormat/>
    <w:rsid w:val="008753E8"/>
    <w:rPr>
      <w:smallCaps/>
      <w:color w:val="5A5A5A"/>
    </w:rPr>
  </w:style>
  <w:style w:type="paragraph" w:customStyle="1" w:styleId="paragraph">
    <w:name w:val="paragraph"/>
    <w:basedOn w:val="Normal"/>
    <w:rsid w:val="008753E8"/>
    <w:pPr>
      <w:spacing w:before="100" w:beforeAutospacing="1" w:after="100" w:afterAutospacing="1"/>
    </w:pPr>
    <w:rPr>
      <w:rFonts w:ascii="Times New Roman" w:eastAsia="Times New Roman" w:hAnsi="Times New Roman"/>
      <w:lang w:val="et-EE" w:eastAsia="et-EE"/>
    </w:rPr>
  </w:style>
  <w:style w:type="character" w:customStyle="1" w:styleId="normaltextrun">
    <w:name w:val="normaltextrun"/>
    <w:basedOn w:val="DefaultParagraphFont"/>
    <w:rsid w:val="008753E8"/>
  </w:style>
  <w:style w:type="character" w:customStyle="1" w:styleId="eop">
    <w:name w:val="eop"/>
    <w:basedOn w:val="DefaultParagraphFont"/>
    <w:rsid w:val="008753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72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010586">
          <w:marLeft w:val="0"/>
          <w:marRight w:val="3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011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6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9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553596">
          <w:marLeft w:val="0"/>
          <w:marRight w:val="3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082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7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8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pari.kataster.ee/magic-link/abbc7411-7c36-4abe-9211-c630b59a4bbe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mailto:kristjan.ott@elektrilevi.ee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maantee@transpordiamet.ee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ANNALL~1\LOCALS~1\Temp\notesAB5C09\EE_Jaotusv&#245;rk_Tallinn_EST_logog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115A65EA9B79E48A4AB5B1472012220" ma:contentTypeVersion="12" ma:contentTypeDescription="Loo uus dokument" ma:contentTypeScope="" ma:versionID="ff4bc5a08f8371a2109225468dca80c0">
  <xsd:schema xmlns:xsd="http://www.w3.org/2001/XMLSchema" xmlns:xs="http://www.w3.org/2001/XMLSchema" xmlns:p="http://schemas.microsoft.com/office/2006/metadata/properties" xmlns:ns2="66abc36c-315f-488d-8aeb-4c1d8f010cd0" xmlns:ns3="ffe1282f-dc91-4362-9b99-e9bf85c1d5aa" targetNamespace="http://schemas.microsoft.com/office/2006/metadata/properties" ma:root="true" ma:fieldsID="e06ca9229957a22eac7f22c3ec79b6ee" ns2:_="" ns3:_="">
    <xsd:import namespace="66abc36c-315f-488d-8aeb-4c1d8f010cd0"/>
    <xsd:import namespace="ffe1282f-dc91-4362-9b99-e9bf85c1d5aa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bc36c-315f-488d-8aeb-4c1d8f010cd0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Pildisildid" ma:readOnly="false" ma:fieldId="{5cf76f15-5ced-4ddc-b409-7134ff3c332f}" ma:taxonomyMulti="true" ma:sspId="42fc8c34-6131-460a-a028-367db9ee0e7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e1282f-dc91-4362-9b99-e9bf85c1d5aa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eed641eb-57d9-4856-a5c0-d2814c975ce0}" ma:internalName="TaxCatchAll" ma:showField="CatchAllData" ma:web="ffe1282f-dc91-4362-9b99-e9bf85c1d5a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fe1282f-dc91-4362-9b99-e9bf85c1d5aa" xsi:nil="true"/>
    <lcf76f155ced4ddcb4097134ff3c332f xmlns="66abc36c-315f-488d-8aeb-4c1d8f010cd0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7A5325-44A5-472F-931A-A8FF512FA1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abc36c-315f-488d-8aeb-4c1d8f010cd0"/>
    <ds:schemaRef ds:uri="ffe1282f-dc91-4362-9b99-e9bf85c1d5a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E211B72-DC52-4C7D-BD1C-F431AF7A8C1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D7BF71E-C231-4B67-94EA-4E8F524EEC17}">
  <ds:schemaRefs>
    <ds:schemaRef ds:uri="http://schemas.microsoft.com/office/2006/metadata/properties"/>
    <ds:schemaRef ds:uri="http://schemas.microsoft.com/office/infopath/2007/PartnerControls"/>
    <ds:schemaRef ds:uri="ffe1282f-dc91-4362-9b99-e9bf85c1d5aa"/>
    <ds:schemaRef ds:uri="66abc36c-315f-488d-8aeb-4c1d8f010cd0"/>
  </ds:schemaRefs>
</ds:datastoreItem>
</file>

<file path=customXml/itemProps4.xml><?xml version="1.0" encoding="utf-8"?>
<ds:datastoreItem xmlns:ds="http://schemas.openxmlformats.org/officeDocument/2006/customXml" ds:itemID="{6FA57D08-5174-4BAB-A971-8C95B17CB361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15cd778b-2b28-4ebc-956c-b5977a36cd28}" enabled="0" method="" siteId="{15cd778b-2b28-4ebc-956c-b5977a36cd28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EE_Jaotusvõrk_Tallinn_EST_logoga.dot</Template>
  <TotalTime>1</TotalTime>
  <Pages>2</Pages>
  <Words>265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Avalik konsultatsioon Elering AS-i elektrienergia ülekandetasud 16.04.21</vt:lpstr>
    </vt:vector>
  </TitlesOfParts>
  <Company>Kreatiff</Company>
  <LinksUpToDate>false</LinksUpToDate>
  <CharactersWithSpaces>1804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Avalik konsultatsioon Elering AS-i elektrienergia ülekandetasud 16.04.21</dc:title>
  <dc:subject/>
  <dc:creator>ITH</dc:creator>
  <cp:keywords/>
  <cp:lastModifiedBy>Kristjan Ott</cp:lastModifiedBy>
  <cp:revision>2</cp:revision>
  <cp:lastPrinted>2025-04-15T10:05:00Z</cp:lastPrinted>
  <dcterms:created xsi:type="dcterms:W3CDTF">2026-01-21T11:09:00Z</dcterms:created>
  <dcterms:modified xsi:type="dcterms:W3CDTF">2026-01-21T11:09:00Z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0x0101003115A65EA9B79E48A4AB5B1472012220</vt:lpwstr>
  </property>
</Properties>
</file>